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39C" w:rsidRPr="00A6339C" w:rsidRDefault="00A6339C" w:rsidP="005D3502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bCs/>
          <w:i/>
          <w:color w:val="000000"/>
          <w:sz w:val="16"/>
          <w:szCs w:val="16"/>
          <w:u w:val="single"/>
        </w:rPr>
      </w:pPr>
    </w:p>
    <w:p w:rsidR="00690D80" w:rsidRPr="00F66FE4" w:rsidRDefault="00690D80" w:rsidP="009679E1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center"/>
        <w:rPr>
          <w:rFonts w:ascii="Calibri" w:hAnsi="Calibri" w:cs="Calibri"/>
          <w:b/>
          <w:bCs/>
          <w:i/>
          <w:color w:val="000000"/>
          <w:sz w:val="28"/>
          <w:szCs w:val="28"/>
          <w:u w:val="single"/>
        </w:rPr>
      </w:pPr>
      <w:r w:rsidRPr="00F66FE4">
        <w:rPr>
          <w:rFonts w:ascii="Calibri" w:hAnsi="Calibri" w:cs="Calibri"/>
          <w:b/>
          <w:bCs/>
          <w:i/>
          <w:color w:val="000000"/>
          <w:sz w:val="28"/>
          <w:szCs w:val="28"/>
          <w:u w:val="single"/>
        </w:rPr>
        <w:t>Travaux dirigés</w:t>
      </w:r>
    </w:p>
    <w:p w:rsidR="00BE21C1" w:rsidRPr="00F66FE4" w:rsidRDefault="00345418" w:rsidP="009679E1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center"/>
        <w:rPr>
          <w:b/>
          <w:bCs/>
          <w:i/>
          <w:color w:val="000000"/>
          <w:sz w:val="28"/>
          <w:szCs w:val="28"/>
          <w:u w:val="single"/>
        </w:rPr>
      </w:pPr>
      <w:r w:rsidRPr="00F66FE4">
        <w:rPr>
          <w:b/>
          <w:bCs/>
          <w:i/>
          <w:color w:val="000000"/>
          <w:sz w:val="28"/>
          <w:szCs w:val="28"/>
          <w:u w:val="single"/>
        </w:rPr>
        <w:t>Modèles OSI et TCP/IP</w:t>
      </w:r>
    </w:p>
    <w:p w:rsidR="00A6339C" w:rsidRPr="00A6339C" w:rsidRDefault="00A6339C" w:rsidP="005D3502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bCs/>
          <w:i/>
          <w:color w:val="000000"/>
          <w:sz w:val="16"/>
          <w:szCs w:val="16"/>
          <w:u w:val="single"/>
        </w:rPr>
      </w:pPr>
    </w:p>
    <w:p w:rsidR="002F17DE" w:rsidRDefault="002F17DE" w:rsidP="00926974">
      <w:pPr>
        <w:pStyle w:val="Default"/>
      </w:pPr>
    </w:p>
    <w:p w:rsidR="00DC17E5" w:rsidRDefault="00DC17E5" w:rsidP="00F66FE4">
      <w:pPr>
        <w:pStyle w:val="Default"/>
        <w:spacing w:after="120"/>
        <w:jc w:val="both"/>
      </w:pPr>
    </w:p>
    <w:p w:rsidR="00690D80" w:rsidRPr="008D2F1B" w:rsidRDefault="005A4022" w:rsidP="008D2F1B">
      <w:pPr>
        <w:pStyle w:val="Default"/>
        <w:numPr>
          <w:ilvl w:val="0"/>
          <w:numId w:val="33"/>
        </w:numPr>
        <w:spacing w:after="120"/>
        <w:ind w:left="284"/>
        <w:jc w:val="both"/>
      </w:pPr>
      <w:r w:rsidRPr="008D2F1B">
        <w:rPr>
          <w:rFonts w:ascii="Comic Sans MS" w:hAnsi="Comic Sans MS"/>
          <w:b/>
          <w:sz w:val="22"/>
          <w:szCs w:val="22"/>
        </w:rPr>
        <w:t>Questionnaire à choix multiple</w:t>
      </w:r>
      <w:r w:rsidR="00EC11E2">
        <w:rPr>
          <w:rFonts w:ascii="Comic Sans MS" w:hAnsi="Comic Sans MS"/>
          <w:b/>
          <w:sz w:val="22"/>
          <w:szCs w:val="22"/>
        </w:rPr>
        <w:t>s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C2BDB" w:rsidRPr="00327EFE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 est le périphérique utilisé comme traducteur de protocole entre deux réseaux différents ?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45418" w:rsidRPr="00F66FE4" w:rsidRDefault="00345418" w:rsidP="00345418">
      <w:pPr>
        <w:rPr>
          <w:rFonts w:ascii="Times New Roman" w:hAnsi="Times New Roman"/>
          <w:sz w:val="12"/>
          <w:szCs w:val="12"/>
        </w:rPr>
      </w:pPr>
    </w:p>
    <w:p w:rsidR="00DF353F" w:rsidRDefault="007330B2" w:rsidP="00EC47B4">
      <w:pPr>
        <w:tabs>
          <w:tab w:val="left" w:pos="3686"/>
          <w:tab w:val="left" w:pos="4111"/>
          <w:tab w:val="left" w:pos="7938"/>
          <w:tab w:val="left" w:pos="8364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="00345418" w:rsidRPr="00345418">
        <w:rPr>
          <w:rFonts w:ascii="Times New Roman" w:hAnsi="Times New Roman"/>
          <w:sz w:val="24"/>
        </w:rPr>
        <w:tab/>
      </w:r>
      <w:r w:rsidR="00345418">
        <w:rPr>
          <w:rFonts w:ascii="Times New Roman" w:hAnsi="Times New Roman"/>
          <w:sz w:val="24"/>
        </w:rPr>
        <w:t>Le r</w:t>
      </w:r>
      <w:r w:rsidR="00345418" w:rsidRPr="00345418">
        <w:rPr>
          <w:rFonts w:ascii="Times New Roman" w:hAnsi="Times New Roman"/>
          <w:sz w:val="24"/>
        </w:rPr>
        <w:t>outeur</w:t>
      </w:r>
      <w:r w:rsidR="00345418">
        <w:rPr>
          <w:rFonts w:ascii="Times New Roman" w:hAnsi="Times New Roman"/>
          <w:sz w:val="24"/>
        </w:rPr>
        <w:t>.</w:t>
      </w:r>
      <w:r w:rsidR="000F4FB7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="000F4FB7">
        <w:rPr>
          <w:rFonts w:ascii="Times New Roman" w:hAnsi="Times New Roman"/>
          <w:sz w:val="24"/>
        </w:rPr>
        <w:tab/>
      </w:r>
      <w:r w:rsidR="00345418" w:rsidRPr="00345418">
        <w:rPr>
          <w:rFonts w:ascii="Times New Roman" w:hAnsi="Times New Roman"/>
          <w:sz w:val="24"/>
        </w:rPr>
        <w:t>L</w:t>
      </w:r>
      <w:r w:rsidR="00DF353F">
        <w:rPr>
          <w:rFonts w:ascii="Times New Roman" w:hAnsi="Times New Roman"/>
          <w:sz w:val="24"/>
        </w:rPr>
        <w:t>a</w:t>
      </w:r>
      <w:r w:rsidR="00345418" w:rsidRPr="00345418">
        <w:rPr>
          <w:rFonts w:ascii="Times New Roman" w:hAnsi="Times New Roman"/>
          <w:sz w:val="24"/>
        </w:rPr>
        <w:t xml:space="preserve"> </w:t>
      </w:r>
      <w:r w:rsidR="00DF353F">
        <w:rPr>
          <w:rFonts w:ascii="Times New Roman" w:hAnsi="Times New Roman"/>
          <w:sz w:val="24"/>
        </w:rPr>
        <w:t>passerelle (proxy).</w:t>
      </w:r>
      <w:r w:rsidR="000F4FB7">
        <w:rPr>
          <w:rFonts w:ascii="Times New Roman" w:hAnsi="Times New Roman"/>
          <w:sz w:val="24"/>
        </w:rPr>
        <w:tab/>
      </w:r>
      <w:r w:rsidR="00DF353F" w:rsidRPr="00345418">
        <w:rPr>
          <w:rFonts w:ascii="Wingdings" w:hAnsi="Wingdings"/>
          <w:sz w:val="28"/>
          <w:szCs w:val="28"/>
        </w:rPr>
        <w:t></w:t>
      </w:r>
      <w:r w:rsidR="00DF353F" w:rsidRPr="00345418">
        <w:rPr>
          <w:rFonts w:ascii="Times New Roman" w:hAnsi="Times New Roman"/>
          <w:sz w:val="24"/>
        </w:rPr>
        <w:tab/>
      </w:r>
      <w:r w:rsidR="00DF353F">
        <w:rPr>
          <w:rFonts w:ascii="Times New Roman" w:hAnsi="Times New Roman"/>
          <w:sz w:val="24"/>
        </w:rPr>
        <w:t>Le commutateur.</w:t>
      </w:r>
    </w:p>
    <w:p w:rsidR="00345418" w:rsidRDefault="00345418" w:rsidP="00345418">
      <w:pPr>
        <w:rPr>
          <w:rFonts w:ascii="Times New Roman" w:hAnsi="Times New Roman"/>
          <w:sz w:val="24"/>
        </w:rPr>
      </w:pPr>
    </w:p>
    <w:p w:rsidR="001C2BDB" w:rsidRDefault="001C2BDB" w:rsidP="00345418">
      <w:pPr>
        <w:rPr>
          <w:rFonts w:ascii="Times New Roman" w:hAnsi="Times New Roman"/>
          <w:sz w:val="24"/>
        </w:rPr>
      </w:pP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C2BDB" w:rsidRPr="00327EFE" w:rsidRDefault="007816C7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</w:t>
      </w:r>
      <w:r w:rsidR="001C2BDB" w:rsidRPr="00327EFE">
        <w:rPr>
          <w:rFonts w:ascii="Times New Roman" w:hAnsi="Times New Roman"/>
          <w:b/>
          <w:i/>
          <w:sz w:val="24"/>
        </w:rPr>
        <w:t>a commande permettant de connaître l'adresse physique d'une carte réseau dans l'environnement Windows</w:t>
      </w:r>
      <w:r w:rsidRPr="00327EFE">
        <w:rPr>
          <w:rFonts w:ascii="Times New Roman" w:hAnsi="Times New Roman"/>
          <w:b/>
          <w:i/>
          <w:sz w:val="24"/>
        </w:rPr>
        <w:t xml:space="preserve"> est :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C2BDB" w:rsidRPr="00F66FE4" w:rsidRDefault="001C2BDB" w:rsidP="001C2BDB">
      <w:pPr>
        <w:rPr>
          <w:rFonts w:ascii="Times New Roman" w:hAnsi="Times New Roman"/>
          <w:sz w:val="12"/>
          <w:szCs w:val="12"/>
        </w:rPr>
      </w:pPr>
    </w:p>
    <w:p w:rsidR="001C2BDB" w:rsidRDefault="001C2BDB" w:rsidP="00E15C47">
      <w:pPr>
        <w:tabs>
          <w:tab w:val="left" w:pos="2835"/>
          <w:tab w:val="left" w:pos="3261"/>
          <w:tab w:val="left" w:pos="5954"/>
          <w:tab w:val="left" w:pos="6379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proofErr w:type="spellStart"/>
      <w:r w:rsidRPr="00345418">
        <w:rPr>
          <w:rFonts w:ascii="Times New Roman" w:hAnsi="Times New Roman"/>
          <w:sz w:val="24"/>
        </w:rPr>
        <w:t>Netstat</w:t>
      </w:r>
      <w:proofErr w:type="spellEnd"/>
      <w:r>
        <w:rPr>
          <w:rFonts w:ascii="Times New Roman" w:hAnsi="Times New Roman"/>
          <w:sz w:val="24"/>
        </w:rPr>
        <w:tab/>
      </w:r>
      <w:r w:rsidRPr="001C2BDB">
        <w:rPr>
          <w:rFonts w:ascii="Times New Roman" w:hAnsi="Times New Roman"/>
          <w:sz w:val="28"/>
          <w:szCs w:val="28"/>
        </w:rPr>
        <w:sym w:font="Wingdings" w:char="F0FE"/>
      </w:r>
      <w:r>
        <w:rPr>
          <w:rFonts w:ascii="Times New Roman" w:hAnsi="Times New Roman"/>
          <w:sz w:val="24"/>
        </w:rPr>
        <w:tab/>
      </w:r>
      <w:proofErr w:type="spellStart"/>
      <w:r w:rsidRPr="00345418">
        <w:rPr>
          <w:rFonts w:ascii="Times New Roman" w:hAnsi="Times New Roman"/>
          <w:sz w:val="24"/>
        </w:rPr>
        <w:t>Ipconfig</w:t>
      </w:r>
      <w:proofErr w:type="spellEnd"/>
      <w:r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  <w:t>Ping</w:t>
      </w:r>
      <w:r w:rsidR="00827362">
        <w:rPr>
          <w:rFonts w:ascii="Times New Roman" w:hAnsi="Times New Roman"/>
          <w:sz w:val="24"/>
        </w:rPr>
        <w:tab/>
      </w:r>
      <w:r w:rsidR="00827362" w:rsidRPr="00345418">
        <w:rPr>
          <w:rFonts w:ascii="Wingdings" w:hAnsi="Wingdings"/>
          <w:sz w:val="28"/>
          <w:szCs w:val="28"/>
        </w:rPr>
        <w:t></w:t>
      </w:r>
      <w:r w:rsidR="00827362" w:rsidRPr="00345418">
        <w:rPr>
          <w:rFonts w:ascii="Times New Roman" w:hAnsi="Times New Roman"/>
          <w:sz w:val="24"/>
        </w:rPr>
        <w:tab/>
      </w:r>
      <w:proofErr w:type="spellStart"/>
      <w:r w:rsidR="00827362" w:rsidRPr="00345418">
        <w:rPr>
          <w:rFonts w:ascii="Times New Roman" w:hAnsi="Times New Roman"/>
          <w:sz w:val="24"/>
        </w:rPr>
        <w:t>Nbtstat</w:t>
      </w:r>
      <w:proofErr w:type="spellEnd"/>
    </w:p>
    <w:p w:rsidR="001C2BDB" w:rsidRDefault="001C2BDB" w:rsidP="001C2BDB">
      <w:pPr>
        <w:rPr>
          <w:rFonts w:ascii="Times New Roman" w:hAnsi="Times New Roman"/>
          <w:sz w:val="24"/>
        </w:rPr>
      </w:pPr>
    </w:p>
    <w:p w:rsidR="007A460C" w:rsidRDefault="007A460C" w:rsidP="007A460C">
      <w:pPr>
        <w:rPr>
          <w:rFonts w:ascii="Times New Roman" w:hAnsi="Times New Roman"/>
          <w:sz w:val="24"/>
        </w:rPr>
      </w:pP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A460C" w:rsidRPr="00327EFE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 protocole permettrait de résoudre l'adresse 00-a0-00-12-26-1F en 132.148.0.1</w:t>
      </w:r>
      <w:r w:rsidR="00327EFE">
        <w:rPr>
          <w:rFonts w:ascii="Times New Roman" w:hAnsi="Times New Roman"/>
          <w:b/>
          <w:i/>
          <w:sz w:val="24"/>
        </w:rPr>
        <w:t> ?</w:t>
      </w:r>
    </w:p>
    <w:p w:rsidR="007A460C" w:rsidRPr="00327EFE" w:rsidRDefault="007A460C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8"/>
          <w:szCs w:val="8"/>
        </w:rPr>
      </w:pPr>
    </w:p>
    <w:p w:rsidR="007A460C" w:rsidRPr="00F66FE4" w:rsidRDefault="007A460C" w:rsidP="007A460C">
      <w:pPr>
        <w:rPr>
          <w:rFonts w:ascii="Times New Roman" w:hAnsi="Times New Roman"/>
          <w:sz w:val="12"/>
          <w:szCs w:val="12"/>
        </w:rPr>
      </w:pPr>
    </w:p>
    <w:p w:rsidR="007A460C" w:rsidRPr="007A460C" w:rsidRDefault="007A460C" w:rsidP="00EC47B4">
      <w:pPr>
        <w:tabs>
          <w:tab w:val="left" w:pos="2835"/>
          <w:tab w:val="left" w:pos="3261"/>
          <w:tab w:val="left" w:pos="5954"/>
          <w:tab w:val="left" w:pos="6379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DHCP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WINS</w:t>
      </w:r>
      <w:r w:rsidRPr="007A460C">
        <w:rPr>
          <w:rFonts w:ascii="Times New Roman" w:hAnsi="Times New Roman"/>
          <w:sz w:val="24"/>
        </w:rPr>
        <w:tab/>
      </w:r>
      <w:r w:rsidR="007330B2"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R-ARP</w:t>
      </w:r>
      <w:r w:rsidRPr="007A460C">
        <w:rPr>
          <w:rFonts w:ascii="Times New Roman" w:hAnsi="Times New Roman"/>
          <w:sz w:val="24"/>
        </w:rPr>
        <w:tab/>
      </w:r>
      <w:r w:rsidR="007330B2"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ARP</w:t>
      </w:r>
    </w:p>
    <w:p w:rsidR="007A460C" w:rsidRPr="007A460C" w:rsidRDefault="007A460C" w:rsidP="007A460C">
      <w:pPr>
        <w:rPr>
          <w:rFonts w:ascii="Times New Roman" w:hAnsi="Times New Roman"/>
          <w:sz w:val="24"/>
        </w:rPr>
      </w:pPr>
    </w:p>
    <w:p w:rsidR="007A460C" w:rsidRDefault="007A460C" w:rsidP="007A460C">
      <w:pPr>
        <w:rPr>
          <w:rFonts w:ascii="Times New Roman" w:hAnsi="Times New Roman"/>
          <w:sz w:val="24"/>
        </w:rPr>
      </w:pP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A460C" w:rsidRPr="00327EFE" w:rsidRDefault="007816C7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</w:t>
      </w:r>
      <w:r w:rsidR="007A460C" w:rsidRPr="00327EFE">
        <w:rPr>
          <w:rFonts w:ascii="Times New Roman" w:hAnsi="Times New Roman"/>
          <w:b/>
          <w:i/>
          <w:sz w:val="24"/>
        </w:rPr>
        <w:t>a fonction de masque par défaut sur Windows utilisant un réseau TCP/IP</w:t>
      </w:r>
      <w:r w:rsidRPr="00327EFE">
        <w:rPr>
          <w:rFonts w:ascii="Times New Roman" w:hAnsi="Times New Roman"/>
          <w:b/>
          <w:i/>
          <w:sz w:val="24"/>
        </w:rPr>
        <w:t xml:space="preserve"> est :</w:t>
      </w: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7A460C" w:rsidRPr="00F66FE4" w:rsidRDefault="007A460C" w:rsidP="007A460C">
      <w:pPr>
        <w:rPr>
          <w:rFonts w:ascii="Times New Roman" w:hAnsi="Times New Roman"/>
          <w:sz w:val="12"/>
          <w:szCs w:val="12"/>
        </w:rPr>
      </w:pPr>
    </w:p>
    <w:p w:rsidR="007A460C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proofErr w:type="gramStart"/>
      <w:r w:rsidR="003F6999">
        <w:rPr>
          <w:rFonts w:ascii="Times New Roman" w:hAnsi="Times New Roman"/>
          <w:sz w:val="24"/>
        </w:rPr>
        <w:t>d’i</w:t>
      </w:r>
      <w:r w:rsidR="007816C7" w:rsidRPr="00345418">
        <w:rPr>
          <w:rFonts w:ascii="Times New Roman" w:hAnsi="Times New Roman"/>
          <w:sz w:val="24"/>
        </w:rPr>
        <w:t>dentifie</w:t>
      </w:r>
      <w:r w:rsidR="003F6999">
        <w:rPr>
          <w:rFonts w:ascii="Times New Roman" w:hAnsi="Times New Roman"/>
          <w:sz w:val="24"/>
        </w:rPr>
        <w:t>r</w:t>
      </w:r>
      <w:proofErr w:type="gramEnd"/>
      <w:r w:rsidR="007816C7" w:rsidRPr="00345418">
        <w:rPr>
          <w:rFonts w:ascii="Times New Roman" w:hAnsi="Times New Roman"/>
          <w:sz w:val="24"/>
        </w:rPr>
        <w:t xml:space="preserve"> le routeur nécessaire</w:t>
      </w:r>
      <w:r w:rsidR="003F6999">
        <w:rPr>
          <w:rFonts w:ascii="Times New Roman" w:hAnsi="Times New Roman"/>
          <w:sz w:val="24"/>
        </w:rPr>
        <w:t>.</w:t>
      </w:r>
    </w:p>
    <w:p w:rsidR="007A460C" w:rsidRPr="007A460C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816C7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proofErr w:type="gramStart"/>
      <w:r w:rsidR="003F6999">
        <w:rPr>
          <w:rFonts w:ascii="Times New Roman" w:hAnsi="Times New Roman"/>
          <w:sz w:val="24"/>
        </w:rPr>
        <w:t>d’a</w:t>
      </w:r>
      <w:r w:rsidR="007816C7" w:rsidRPr="00345418">
        <w:rPr>
          <w:rFonts w:ascii="Times New Roman" w:hAnsi="Times New Roman"/>
          <w:sz w:val="24"/>
        </w:rPr>
        <w:t>ttribuer</w:t>
      </w:r>
      <w:proofErr w:type="gramEnd"/>
      <w:r w:rsidR="007816C7" w:rsidRPr="00345418">
        <w:rPr>
          <w:rFonts w:ascii="Times New Roman" w:hAnsi="Times New Roman"/>
          <w:sz w:val="24"/>
        </w:rPr>
        <w:t xml:space="preserve"> l'adresse IP au</w:t>
      </w:r>
      <w:r w:rsidR="007816C7">
        <w:rPr>
          <w:rFonts w:ascii="Times New Roman" w:hAnsi="Times New Roman"/>
          <w:sz w:val="24"/>
        </w:rPr>
        <w:t>x</w:t>
      </w:r>
      <w:r w:rsidR="007816C7" w:rsidRPr="00345418">
        <w:rPr>
          <w:rFonts w:ascii="Times New Roman" w:hAnsi="Times New Roman"/>
          <w:sz w:val="24"/>
        </w:rPr>
        <w:t xml:space="preserve"> </w:t>
      </w:r>
      <w:r w:rsidR="007816C7">
        <w:rPr>
          <w:rFonts w:ascii="Times New Roman" w:hAnsi="Times New Roman"/>
          <w:sz w:val="24"/>
        </w:rPr>
        <w:t>hô</w:t>
      </w:r>
      <w:r w:rsidR="007816C7" w:rsidRPr="00345418">
        <w:rPr>
          <w:rFonts w:ascii="Times New Roman" w:hAnsi="Times New Roman"/>
          <w:sz w:val="24"/>
        </w:rPr>
        <w:t>tes locaux</w:t>
      </w:r>
      <w:r w:rsidR="003F6999">
        <w:rPr>
          <w:rFonts w:ascii="Times New Roman" w:hAnsi="Times New Roman"/>
          <w:sz w:val="24"/>
        </w:rPr>
        <w:t>.</w:t>
      </w:r>
    </w:p>
    <w:p w:rsidR="007816C7" w:rsidRPr="007A460C" w:rsidRDefault="007816C7" w:rsidP="007816C7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816C7" w:rsidRDefault="007816C7" w:rsidP="007816C7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proofErr w:type="gramStart"/>
      <w:r w:rsidR="003F6999">
        <w:rPr>
          <w:rFonts w:ascii="Times New Roman" w:hAnsi="Times New Roman"/>
          <w:sz w:val="24"/>
        </w:rPr>
        <w:t>de</w:t>
      </w:r>
      <w:proofErr w:type="gramEnd"/>
      <w:r w:rsidR="003F6999">
        <w:rPr>
          <w:rFonts w:ascii="Times New Roman" w:hAnsi="Times New Roman"/>
          <w:sz w:val="24"/>
        </w:rPr>
        <w:t xml:space="preserve"> p</w:t>
      </w:r>
      <w:r w:rsidRPr="00345418">
        <w:rPr>
          <w:rFonts w:ascii="Times New Roman" w:hAnsi="Times New Roman"/>
          <w:sz w:val="24"/>
        </w:rPr>
        <w:t>erme</w:t>
      </w:r>
      <w:r w:rsidR="003F6999">
        <w:rPr>
          <w:rFonts w:ascii="Times New Roman" w:hAnsi="Times New Roman"/>
          <w:sz w:val="24"/>
        </w:rPr>
        <w:t>t</w:t>
      </w:r>
      <w:r w:rsidRPr="00345418">
        <w:rPr>
          <w:rFonts w:ascii="Times New Roman" w:hAnsi="Times New Roman"/>
          <w:sz w:val="24"/>
        </w:rPr>
        <w:t>t</w:t>
      </w:r>
      <w:r w:rsidR="003F6999">
        <w:rPr>
          <w:rFonts w:ascii="Times New Roman" w:hAnsi="Times New Roman"/>
          <w:sz w:val="24"/>
        </w:rPr>
        <w:t>re</w:t>
      </w:r>
      <w:r w:rsidRPr="00345418">
        <w:rPr>
          <w:rFonts w:ascii="Times New Roman" w:hAnsi="Times New Roman"/>
          <w:sz w:val="24"/>
        </w:rPr>
        <w:t xml:space="preserve"> aux machines locales de communiquer</w:t>
      </w:r>
      <w:r w:rsidR="003F6999">
        <w:rPr>
          <w:rFonts w:ascii="Times New Roman" w:hAnsi="Times New Roman"/>
          <w:sz w:val="24"/>
        </w:rPr>
        <w:t xml:space="preserve"> entre elles.</w:t>
      </w:r>
    </w:p>
    <w:p w:rsidR="007816C7" w:rsidRPr="007816C7" w:rsidRDefault="007816C7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A460C" w:rsidRPr="007A460C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proofErr w:type="gramStart"/>
      <w:r w:rsidR="003F6999">
        <w:rPr>
          <w:rFonts w:ascii="Times New Roman" w:hAnsi="Times New Roman"/>
          <w:sz w:val="24"/>
        </w:rPr>
        <w:t>de</w:t>
      </w:r>
      <w:proofErr w:type="gramEnd"/>
      <w:r w:rsidR="003F6999">
        <w:rPr>
          <w:rFonts w:ascii="Times New Roman" w:hAnsi="Times New Roman"/>
          <w:sz w:val="24"/>
        </w:rPr>
        <w:t xml:space="preserve"> p</w:t>
      </w:r>
      <w:r w:rsidR="003F6999" w:rsidRPr="00345418">
        <w:rPr>
          <w:rFonts w:ascii="Times New Roman" w:hAnsi="Times New Roman"/>
          <w:sz w:val="24"/>
        </w:rPr>
        <w:t>erme</w:t>
      </w:r>
      <w:r w:rsidR="003F6999">
        <w:rPr>
          <w:rFonts w:ascii="Times New Roman" w:hAnsi="Times New Roman"/>
          <w:sz w:val="24"/>
        </w:rPr>
        <w:t>t</w:t>
      </w:r>
      <w:r w:rsidR="003F6999" w:rsidRPr="00345418">
        <w:rPr>
          <w:rFonts w:ascii="Times New Roman" w:hAnsi="Times New Roman"/>
          <w:sz w:val="24"/>
        </w:rPr>
        <w:t>t</w:t>
      </w:r>
      <w:r w:rsidR="003F6999">
        <w:rPr>
          <w:rFonts w:ascii="Times New Roman" w:hAnsi="Times New Roman"/>
          <w:sz w:val="24"/>
        </w:rPr>
        <w:t>re</w:t>
      </w:r>
      <w:r w:rsidR="007816C7" w:rsidRPr="00345418">
        <w:rPr>
          <w:rFonts w:ascii="Times New Roman" w:hAnsi="Times New Roman"/>
          <w:sz w:val="24"/>
        </w:rPr>
        <w:t xml:space="preserve"> de distinguer le Net Id du Host Id</w:t>
      </w:r>
      <w:r w:rsidR="003F6999">
        <w:rPr>
          <w:rFonts w:ascii="Times New Roman" w:hAnsi="Times New Roman"/>
          <w:sz w:val="24"/>
        </w:rPr>
        <w:t>.</w:t>
      </w:r>
    </w:p>
    <w:p w:rsidR="007A460C" w:rsidRPr="00345418" w:rsidRDefault="007A460C" w:rsidP="00345418">
      <w:pPr>
        <w:rPr>
          <w:rFonts w:ascii="Times New Roman" w:hAnsi="Times New Roman"/>
          <w:sz w:val="24"/>
        </w:rPr>
      </w:pPr>
    </w:p>
    <w:p w:rsidR="003F6999" w:rsidRDefault="003F6999" w:rsidP="003F6999">
      <w:pPr>
        <w:rPr>
          <w:rFonts w:ascii="Times New Roman" w:hAnsi="Times New Roman"/>
          <w:sz w:val="24"/>
        </w:rPr>
      </w:pPr>
    </w:p>
    <w:p w:rsidR="003F6999" w:rsidRPr="001C2BDB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3F6999" w:rsidRPr="00327EFE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Quelles sont les couches proposées par le modèle TCP/IP ?</w:t>
      </w:r>
    </w:p>
    <w:p w:rsidR="003F6999" w:rsidRPr="001C2BDB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F6999" w:rsidRPr="00F66FE4" w:rsidRDefault="003F6999" w:rsidP="003F6999">
      <w:pPr>
        <w:rPr>
          <w:rFonts w:ascii="Times New Roman" w:hAnsi="Times New Roman"/>
          <w:sz w:val="12"/>
          <w:szCs w:val="12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Application, Transport, Internet et Interface réseau</w:t>
      </w:r>
    </w:p>
    <w:p w:rsidR="003F6999" w:rsidRPr="007A460C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Haute, moyenne et basse et physique</w:t>
      </w:r>
    </w:p>
    <w:p w:rsidR="003F6999" w:rsidRPr="007A460C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Session, Présentation, Application et Réseau</w:t>
      </w:r>
    </w:p>
    <w:p w:rsidR="003F6999" w:rsidRPr="007816C7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Utilisateur, Processus, logique et physique</w:t>
      </w:r>
    </w:p>
    <w:p w:rsidR="00F66FE4" w:rsidRDefault="00F66FE4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EC11E2" w:rsidRPr="00EC11E2" w:rsidRDefault="00EC11E2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7645A" w:rsidRPr="001C2BDB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7645A" w:rsidRPr="00327EFE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Un routeur relie :</w:t>
      </w:r>
    </w:p>
    <w:p w:rsidR="0077645A" w:rsidRPr="001C2BDB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77645A" w:rsidRPr="00F66FE4" w:rsidRDefault="0077645A" w:rsidP="0077645A">
      <w:pPr>
        <w:rPr>
          <w:rFonts w:ascii="Times New Roman" w:hAnsi="Times New Roman"/>
          <w:sz w:val="12"/>
          <w:szCs w:val="12"/>
        </w:rPr>
      </w:pPr>
    </w:p>
    <w:p w:rsidR="0077645A" w:rsidRPr="007A460C" w:rsidRDefault="00E425CD" w:rsidP="00AE5A30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hubs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7330B2" w:rsidRPr="001C2BDB">
        <w:rPr>
          <w:rFonts w:ascii="Times New Roman" w:hAnsi="Times New Roman"/>
          <w:sz w:val="28"/>
          <w:szCs w:val="28"/>
        </w:rPr>
        <w:sym w:font="Wingdings" w:char="F0FE"/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réseaux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7330B2"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cartes réseaux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77645A"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ponts</w:t>
      </w:r>
      <w:r w:rsidR="00F211F6">
        <w:rPr>
          <w:rFonts w:ascii="Times New Roman" w:hAnsi="Times New Roman"/>
          <w:sz w:val="24"/>
        </w:rPr>
        <w:t>.</w:t>
      </w:r>
    </w:p>
    <w:p w:rsidR="0002690F" w:rsidRPr="00345418" w:rsidRDefault="0002690F" w:rsidP="0002690F">
      <w:pPr>
        <w:rPr>
          <w:rFonts w:ascii="Times New Roman" w:hAnsi="Times New Roman"/>
          <w:sz w:val="24"/>
        </w:rPr>
      </w:pPr>
    </w:p>
    <w:p w:rsidR="0002690F" w:rsidRDefault="0002690F" w:rsidP="0002690F">
      <w:pPr>
        <w:rPr>
          <w:rFonts w:ascii="Times New Roman" w:hAnsi="Times New Roman"/>
          <w:sz w:val="24"/>
        </w:rPr>
      </w:pPr>
    </w:p>
    <w:p w:rsidR="0002690F" w:rsidRPr="001C2BDB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02690F" w:rsidRPr="00327EFE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 xml:space="preserve">La commande </w:t>
      </w:r>
      <w:proofErr w:type="spellStart"/>
      <w:r w:rsidRPr="00327EFE">
        <w:rPr>
          <w:rFonts w:ascii="Times New Roman" w:hAnsi="Times New Roman"/>
          <w:b/>
          <w:i/>
          <w:sz w:val="24"/>
        </w:rPr>
        <w:t>ping</w:t>
      </w:r>
      <w:proofErr w:type="spellEnd"/>
      <w:r w:rsidRPr="00327EFE">
        <w:rPr>
          <w:rFonts w:ascii="Times New Roman" w:hAnsi="Times New Roman"/>
          <w:b/>
          <w:i/>
          <w:sz w:val="24"/>
        </w:rPr>
        <w:t xml:space="preserve"> utilise comme adresse :</w:t>
      </w:r>
    </w:p>
    <w:p w:rsidR="0002690F" w:rsidRPr="001C2BDB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F77A23" w:rsidRPr="00F66FE4" w:rsidRDefault="00F77A23" w:rsidP="00F77A23">
      <w:pPr>
        <w:rPr>
          <w:rFonts w:ascii="Times New Roman" w:hAnsi="Times New Roman"/>
          <w:sz w:val="12"/>
          <w:szCs w:val="12"/>
        </w:rPr>
      </w:pPr>
    </w:p>
    <w:p w:rsidR="00F77A23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IP d'origine.</w:t>
      </w: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MAC d'origine.</w:t>
      </w: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proofErr w:type="gramStart"/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</w:t>
      </w:r>
      <w:proofErr w:type="gramEnd"/>
      <w:r w:rsidRPr="00345418">
        <w:rPr>
          <w:rFonts w:ascii="Times New Roman" w:hAnsi="Times New Roman"/>
          <w:sz w:val="24"/>
        </w:rPr>
        <w:t xml:space="preserve"> IP de destination.</w:t>
      </w:r>
    </w:p>
    <w:p w:rsidR="00F77A23" w:rsidRPr="007816C7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MAC de destination.</w:t>
      </w:r>
    </w:p>
    <w:p w:rsidR="00345418" w:rsidRDefault="00345418" w:rsidP="00345418">
      <w:pPr>
        <w:rPr>
          <w:rFonts w:ascii="Times New Roman" w:hAnsi="Times New Roman"/>
          <w:sz w:val="24"/>
        </w:rPr>
      </w:pPr>
    </w:p>
    <w:p w:rsidR="001E33C2" w:rsidRDefault="001E33C2" w:rsidP="001E33C2">
      <w:pPr>
        <w:rPr>
          <w:rFonts w:ascii="Times New Roman" w:hAnsi="Times New Roman"/>
          <w:sz w:val="24"/>
        </w:rPr>
      </w:pP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E33C2" w:rsidRPr="00327EFE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Un routeur agit au niveau 4 du modèle OSI.</w:t>
      </w: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E33C2" w:rsidRPr="00F66FE4" w:rsidRDefault="001E33C2" w:rsidP="001E33C2">
      <w:pPr>
        <w:rPr>
          <w:rFonts w:ascii="Times New Roman" w:hAnsi="Times New Roman"/>
          <w:sz w:val="12"/>
          <w:szCs w:val="12"/>
        </w:rPr>
      </w:pPr>
    </w:p>
    <w:p w:rsidR="001E33C2" w:rsidRDefault="001E33C2" w:rsidP="001E33C2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Vrai</w:t>
      </w:r>
      <w:r>
        <w:rPr>
          <w:rFonts w:ascii="Times New Roman" w:hAnsi="Times New Roman"/>
          <w:sz w:val="24"/>
        </w:rPr>
        <w:tab/>
      </w: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Faux</w:t>
      </w:r>
    </w:p>
    <w:p w:rsidR="00DD5DD4" w:rsidRPr="007C58FE" w:rsidRDefault="00DD5DD4" w:rsidP="00DD5DD4">
      <w:pPr>
        <w:rPr>
          <w:rFonts w:ascii="Times New Roman" w:hAnsi="Times New Roman"/>
          <w:sz w:val="12"/>
          <w:szCs w:val="12"/>
        </w:rPr>
      </w:pPr>
    </w:p>
    <w:p w:rsidR="001E33C2" w:rsidRPr="007C58FE" w:rsidRDefault="001E33C2" w:rsidP="001E33C2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0"/>
          <w:szCs w:val="20"/>
        </w:rPr>
      </w:pPr>
      <w:r w:rsidRPr="007C58FE">
        <w:rPr>
          <w:rFonts w:ascii="Times New Roman" w:hAnsi="Times New Roman"/>
          <w:sz w:val="20"/>
          <w:szCs w:val="20"/>
        </w:rPr>
        <w:t>Les routeurs travaillent au niveau 3 du modèle OSI avec comme unité de transmission les paquets.</w:t>
      </w:r>
    </w:p>
    <w:p w:rsidR="001E33C2" w:rsidRDefault="001E33C2" w:rsidP="001E33C2">
      <w:pPr>
        <w:rPr>
          <w:rFonts w:ascii="Times New Roman" w:hAnsi="Times New Roman"/>
          <w:sz w:val="24"/>
        </w:rPr>
      </w:pPr>
    </w:p>
    <w:p w:rsidR="001E33C2" w:rsidRDefault="001E33C2" w:rsidP="001E33C2">
      <w:pPr>
        <w:rPr>
          <w:rFonts w:ascii="Times New Roman" w:hAnsi="Times New Roman"/>
          <w:sz w:val="24"/>
        </w:rPr>
      </w:pP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E33C2" w:rsidRPr="00327EFE" w:rsidRDefault="00DD5DD4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Le protocole IP permet une transmission des données :</w:t>
      </w: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E33C2" w:rsidRPr="00F66FE4" w:rsidRDefault="001E33C2" w:rsidP="001E33C2">
      <w:pPr>
        <w:rPr>
          <w:rFonts w:ascii="Times New Roman" w:hAnsi="Times New Roman"/>
          <w:sz w:val="12"/>
          <w:szCs w:val="12"/>
        </w:rPr>
      </w:pPr>
    </w:p>
    <w:p w:rsidR="00DD5DD4" w:rsidRDefault="00DD5DD4" w:rsidP="00DD5DD4">
      <w:pPr>
        <w:tabs>
          <w:tab w:val="left" w:pos="3686"/>
          <w:tab w:val="left" w:pos="4111"/>
          <w:tab w:val="left" w:pos="7938"/>
          <w:tab w:val="left" w:pos="8364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 w:rsidRPr="00DD5DD4">
        <w:rPr>
          <w:rFonts w:ascii="Times New Roman" w:hAnsi="Times New Roman"/>
          <w:sz w:val="24"/>
        </w:rPr>
        <w:t xml:space="preserve"> messages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  <w:r w:rsidR="00F90BD9" w:rsidRPr="00345418">
        <w:rPr>
          <w:rFonts w:ascii="Wingdings" w:hAnsi="Wingdings"/>
          <w:sz w:val="28"/>
          <w:szCs w:val="28"/>
        </w:rPr>
        <w:t></w:t>
      </w:r>
      <w:r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 w:rsidRPr="00DD5DD4">
        <w:rPr>
          <w:rFonts w:ascii="Times New Roman" w:hAnsi="Times New Roman"/>
          <w:sz w:val="24"/>
        </w:rPr>
        <w:t xml:space="preserve"> datagrammes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  <w:r w:rsidR="00F90BD9" w:rsidRPr="001C2BDB">
        <w:rPr>
          <w:rFonts w:ascii="Times New Roman" w:hAnsi="Times New Roman"/>
          <w:sz w:val="28"/>
          <w:szCs w:val="28"/>
        </w:rPr>
        <w:sym w:font="Wingdings" w:char="F0FE"/>
      </w:r>
      <w:r w:rsidRPr="00345418"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DD5DD4">
        <w:rPr>
          <w:rFonts w:ascii="Times New Roman" w:hAnsi="Times New Roman"/>
          <w:sz w:val="24"/>
        </w:rPr>
        <w:t>paquets</w:t>
      </w:r>
      <w:r>
        <w:rPr>
          <w:rFonts w:ascii="Times New Roman" w:hAnsi="Times New Roman"/>
          <w:sz w:val="24"/>
        </w:rPr>
        <w:t>.</w:t>
      </w:r>
    </w:p>
    <w:p w:rsidR="00DD5DD4" w:rsidRPr="00A3331C" w:rsidRDefault="00DD5DD4" w:rsidP="00DD5DD4">
      <w:pPr>
        <w:rPr>
          <w:rFonts w:ascii="Times New Roman" w:hAnsi="Times New Roman"/>
          <w:sz w:val="12"/>
          <w:szCs w:val="12"/>
        </w:rPr>
      </w:pPr>
    </w:p>
    <w:p w:rsidR="00DD5DD4" w:rsidRPr="007C58FE" w:rsidRDefault="00DD5DD4" w:rsidP="00DD5DD4">
      <w:pPr>
        <w:rPr>
          <w:rFonts w:ascii="Times New Roman" w:hAnsi="Times New Roman"/>
          <w:sz w:val="20"/>
          <w:szCs w:val="20"/>
        </w:rPr>
      </w:pPr>
      <w:r w:rsidRPr="007C58FE">
        <w:rPr>
          <w:rFonts w:ascii="Times New Roman" w:hAnsi="Times New Roman"/>
          <w:sz w:val="20"/>
          <w:szCs w:val="20"/>
        </w:rPr>
        <w:t>Par paquet, il se situe au niveau de la couche réseau.</w:t>
      </w:r>
    </w:p>
    <w:p w:rsidR="00A3331C" w:rsidRDefault="00A3331C" w:rsidP="00A3331C">
      <w:pPr>
        <w:rPr>
          <w:rFonts w:ascii="Times New Roman" w:hAnsi="Times New Roman"/>
          <w:sz w:val="24"/>
        </w:rPr>
      </w:pPr>
    </w:p>
    <w:p w:rsidR="00A3331C" w:rsidRDefault="00A3331C" w:rsidP="00A3331C">
      <w:pPr>
        <w:rPr>
          <w:rFonts w:ascii="Times New Roman" w:hAnsi="Times New Roman"/>
          <w:sz w:val="24"/>
        </w:rPr>
      </w:pPr>
    </w:p>
    <w:p w:rsidR="00A3331C" w:rsidRPr="001C2BDB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A3331C" w:rsidRPr="00327EFE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Dans la pile de protocoles TCP/IP, y-a-t-il un protocole de niveau 4 ?</w:t>
      </w:r>
    </w:p>
    <w:p w:rsidR="00A3331C" w:rsidRPr="001C2BDB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A3331C" w:rsidRPr="00345418" w:rsidRDefault="00A3331C" w:rsidP="00A3331C">
      <w:pPr>
        <w:rPr>
          <w:rFonts w:ascii="Times New Roman" w:hAnsi="Times New Roman"/>
          <w:sz w:val="16"/>
          <w:szCs w:val="16"/>
        </w:rPr>
      </w:pPr>
    </w:p>
    <w:p w:rsidR="00A3331C" w:rsidRDefault="00A3331C" w:rsidP="00A3331C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7330B2">
        <w:rPr>
          <w:rFonts w:ascii="Times New Roman" w:hAnsi="Times New Roman"/>
          <w:sz w:val="24"/>
        </w:rPr>
        <w:t>Non</w:t>
      </w:r>
      <w:r>
        <w:rPr>
          <w:rFonts w:ascii="Times New Roman" w:hAnsi="Times New Roman"/>
          <w:sz w:val="24"/>
        </w:rPr>
        <w:tab/>
      </w: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="007330B2">
        <w:rPr>
          <w:rFonts w:ascii="Times New Roman" w:hAnsi="Times New Roman"/>
          <w:sz w:val="24"/>
        </w:rPr>
        <w:t>Oui</w:t>
      </w:r>
    </w:p>
    <w:p w:rsidR="00A3331C" w:rsidRPr="00A3331C" w:rsidRDefault="00A3331C" w:rsidP="00A3331C">
      <w:pPr>
        <w:rPr>
          <w:rFonts w:ascii="Times New Roman" w:hAnsi="Times New Roman"/>
          <w:sz w:val="12"/>
          <w:szCs w:val="12"/>
        </w:rPr>
      </w:pPr>
    </w:p>
    <w:p w:rsidR="00A3331C" w:rsidRDefault="00A3331C" w:rsidP="00A3331C">
      <w:pPr>
        <w:rPr>
          <w:rFonts w:ascii="Times New Roman" w:hAnsi="Times New Roman"/>
          <w:sz w:val="20"/>
          <w:szCs w:val="20"/>
        </w:rPr>
      </w:pPr>
      <w:r w:rsidRPr="007C58FE">
        <w:rPr>
          <w:rFonts w:ascii="Times New Roman" w:hAnsi="Times New Roman"/>
          <w:sz w:val="20"/>
          <w:szCs w:val="20"/>
        </w:rPr>
        <w:t>Cette nomenclature en couche est propre au modèle OSI, où TCP se trouve sur la couche 4 (transport), IP étant sur la couche 3 (réseau)</w:t>
      </w:r>
      <w:r w:rsidR="007C58FE">
        <w:rPr>
          <w:rFonts w:ascii="Times New Roman" w:hAnsi="Times New Roman"/>
          <w:sz w:val="20"/>
          <w:szCs w:val="20"/>
        </w:rPr>
        <w:t>.</w:t>
      </w:r>
    </w:p>
    <w:p w:rsidR="00571065" w:rsidRDefault="00571065" w:rsidP="00A3331C">
      <w:pPr>
        <w:rPr>
          <w:rFonts w:ascii="Times New Roman" w:hAnsi="Times New Roman"/>
          <w:sz w:val="20"/>
          <w:szCs w:val="20"/>
        </w:rPr>
      </w:pPr>
    </w:p>
    <w:p w:rsidR="00327EFE" w:rsidRPr="001C2BDB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327EFE" w:rsidRPr="00327EFE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Parmi les équipements réseau suivants, quels sont ceux pour lesquels il est recommandé d'attribuer une adresse IP statique</w:t>
      </w:r>
      <w:r>
        <w:rPr>
          <w:rFonts w:ascii="Times New Roman" w:hAnsi="Times New Roman"/>
          <w:b/>
          <w:i/>
          <w:sz w:val="24"/>
        </w:rPr>
        <w:t> ?</w:t>
      </w:r>
    </w:p>
    <w:p w:rsidR="00327EFE" w:rsidRPr="001C2BDB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27EFE" w:rsidRPr="00345418" w:rsidRDefault="00327EFE" w:rsidP="00327EFE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327EFE" w:rsidRDefault="00327EFE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27EFE">
        <w:rPr>
          <w:rFonts w:ascii="Times New Roman" w:hAnsi="Times New Roman"/>
          <w:sz w:val="24"/>
        </w:rPr>
        <w:t>Les stations de travail LAN</w:t>
      </w:r>
      <w:r w:rsidRPr="00345418"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="007F49E7"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27EFE">
        <w:rPr>
          <w:rFonts w:ascii="Times New Roman" w:hAnsi="Times New Roman"/>
          <w:sz w:val="24"/>
        </w:rPr>
        <w:t>es serveurs</w:t>
      </w:r>
      <w:r w:rsidRPr="00345418">
        <w:rPr>
          <w:rFonts w:ascii="Times New Roman" w:hAnsi="Times New Roman"/>
          <w:sz w:val="24"/>
        </w:rPr>
        <w:t>.</w:t>
      </w:r>
    </w:p>
    <w:p w:rsidR="00327EFE" w:rsidRPr="007A460C" w:rsidRDefault="00327EFE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27EFE" w:rsidRDefault="00327EFE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327EFE">
        <w:rPr>
          <w:rFonts w:ascii="Times New Roman" w:hAnsi="Times New Roman"/>
          <w:sz w:val="24"/>
        </w:rPr>
        <w:t>Les imprimantes réseau</w:t>
      </w:r>
      <w:r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="007F49E7"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327EFE">
        <w:rPr>
          <w:rFonts w:ascii="Times New Roman" w:hAnsi="Times New Roman"/>
          <w:sz w:val="24"/>
        </w:rPr>
        <w:t>Les routeurs.</w:t>
      </w:r>
    </w:p>
    <w:p w:rsidR="007F49E7" w:rsidRPr="007F49E7" w:rsidRDefault="007F49E7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F49E7" w:rsidRDefault="007F49E7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F66FE4">
        <w:rPr>
          <w:rFonts w:ascii="Times New Roman" w:hAnsi="Times New Roman"/>
          <w:sz w:val="24"/>
        </w:rPr>
        <w:t>Les ordinateurs portables</w:t>
      </w:r>
      <w:r w:rsidRPr="00345418"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F66FE4">
        <w:rPr>
          <w:rFonts w:ascii="Times New Roman" w:hAnsi="Times New Roman"/>
          <w:sz w:val="24"/>
        </w:rPr>
        <w:t>Les stations de travail distantes</w:t>
      </w:r>
      <w:r w:rsidRPr="00345418">
        <w:rPr>
          <w:rFonts w:ascii="Times New Roman" w:hAnsi="Times New Roman"/>
          <w:sz w:val="24"/>
        </w:rPr>
        <w:t>.</w:t>
      </w:r>
    </w:p>
    <w:p w:rsidR="00327EFE" w:rsidRDefault="00327EFE" w:rsidP="00A3331C">
      <w:pPr>
        <w:rPr>
          <w:rFonts w:ascii="Times New Roman" w:hAnsi="Times New Roman"/>
          <w:sz w:val="28"/>
          <w:szCs w:val="28"/>
        </w:rPr>
      </w:pPr>
    </w:p>
    <w:p w:rsidR="00EC11E2" w:rsidRPr="005C0D60" w:rsidRDefault="00EC11E2" w:rsidP="00EC11E2">
      <w:pPr>
        <w:jc w:val="both"/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lastRenderedPageBreak/>
        <w:t>Quel équipement réseau doit équiper un poste de travail pour que celui-ci pui</w:t>
      </w:r>
      <w:r w:rsidR="007059F8">
        <w:rPr>
          <w:rFonts w:ascii="Times New Roman" w:hAnsi="Times New Roman"/>
          <w:b/>
          <w:i/>
          <w:sz w:val="24"/>
        </w:rPr>
        <w:t>sse être connecté au réseau ?</w:t>
      </w:r>
    </w:p>
    <w:p w:rsidR="007059F8" w:rsidRPr="00F66FE4" w:rsidRDefault="007059F8" w:rsidP="007059F8">
      <w:pPr>
        <w:rPr>
          <w:rFonts w:ascii="Times New Roman" w:hAnsi="Times New Roman"/>
          <w:sz w:val="12"/>
          <w:szCs w:val="12"/>
        </w:rPr>
      </w:pPr>
    </w:p>
    <w:p w:rsidR="007059F8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carte réseau</w:t>
      </w:r>
      <w:r w:rsidRPr="00345418">
        <w:rPr>
          <w:rFonts w:ascii="Times New Roman" w:hAnsi="Times New Roman"/>
          <w:sz w:val="24"/>
        </w:rPr>
        <w:t>.</w:t>
      </w:r>
    </w:p>
    <w:p w:rsidR="007059F8" w:rsidRPr="007A460C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059F8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clé mémoire USB</w:t>
      </w:r>
      <w:r w:rsidRPr="00345418">
        <w:rPr>
          <w:rFonts w:ascii="Times New Roman" w:hAnsi="Times New Roman"/>
          <w:sz w:val="24"/>
        </w:rPr>
        <w:t>.</w:t>
      </w:r>
    </w:p>
    <w:p w:rsidR="007059F8" w:rsidRPr="007A460C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059F8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carte WI-FI</w:t>
      </w:r>
      <w:r w:rsidRPr="00345418">
        <w:rPr>
          <w:rFonts w:ascii="Times New Roman" w:hAnsi="Times New Roman"/>
          <w:sz w:val="24"/>
        </w:rPr>
        <w:t>.</w:t>
      </w:r>
    </w:p>
    <w:p w:rsidR="007059F8" w:rsidRPr="007816C7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059F8" w:rsidRPr="007A460C" w:rsidRDefault="007059F8" w:rsidP="007059F8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 modem</w:t>
      </w:r>
      <w:r w:rsidRPr="00345418">
        <w:rPr>
          <w:rFonts w:ascii="Times New Roman" w:hAnsi="Times New Roman"/>
          <w:sz w:val="24"/>
        </w:rPr>
        <w:t>.</w:t>
      </w: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Quels équipements réseaux doivent utiliser deux postes qui ne sont pas sur le même réseau IP pour communiquer ?</w:t>
      </w:r>
    </w:p>
    <w:p w:rsidR="00CE78FE" w:rsidRPr="00F66FE4" w:rsidRDefault="00CE78FE" w:rsidP="00CE78FE">
      <w:pPr>
        <w:rPr>
          <w:rFonts w:ascii="Times New Roman" w:hAnsi="Times New Roman"/>
          <w:sz w:val="12"/>
          <w:szCs w:val="12"/>
        </w:rPr>
      </w:pPr>
    </w:p>
    <w:p w:rsidR="00CE78FE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Concentrateur</w:t>
      </w:r>
      <w:r w:rsidRPr="00345418">
        <w:rPr>
          <w:rFonts w:ascii="Times New Roman" w:hAnsi="Times New Roman"/>
          <w:sz w:val="24"/>
        </w:rPr>
        <w:t>.</w:t>
      </w: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Default="007330B2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="00CE78FE" w:rsidRPr="007A460C">
        <w:rPr>
          <w:rFonts w:ascii="Times New Roman" w:hAnsi="Times New Roman"/>
          <w:sz w:val="24"/>
        </w:rPr>
        <w:tab/>
      </w:r>
      <w:r w:rsidR="00CE78FE" w:rsidRPr="00BE04AC">
        <w:rPr>
          <w:rFonts w:ascii="Times New Roman" w:hAnsi="Times New Roman"/>
          <w:sz w:val="24"/>
        </w:rPr>
        <w:t>Routeur</w:t>
      </w:r>
      <w:r w:rsidR="00CE78FE" w:rsidRPr="00345418">
        <w:rPr>
          <w:rFonts w:ascii="Times New Roman" w:hAnsi="Times New Roman"/>
          <w:sz w:val="24"/>
        </w:rPr>
        <w:t>.</w:t>
      </w: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Modem</w:t>
      </w:r>
      <w:r w:rsidRPr="00345418">
        <w:rPr>
          <w:rFonts w:ascii="Times New Roman" w:hAnsi="Times New Roman"/>
          <w:sz w:val="24"/>
        </w:rPr>
        <w:t>.</w:t>
      </w:r>
    </w:p>
    <w:p w:rsidR="00CE78FE" w:rsidRPr="007816C7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Commutateur</w:t>
      </w:r>
      <w:r w:rsidRPr="00345418">
        <w:rPr>
          <w:rFonts w:ascii="Times New Roman" w:hAnsi="Times New Roman"/>
          <w:sz w:val="24"/>
        </w:rPr>
        <w:t>.</w:t>
      </w: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Dans un réseau opérationnel, quatre postes de travail P1 P2 P3 et P4 sont chacun connectés à un port d’un commutateur. Si P1 envoie un message à P2 que se passe-t-il ?</w:t>
      </w:r>
    </w:p>
    <w:p w:rsidR="00CE78FE" w:rsidRPr="00F66FE4" w:rsidRDefault="00CE78FE" w:rsidP="00CE78FE">
      <w:pPr>
        <w:rPr>
          <w:rFonts w:ascii="Times New Roman" w:hAnsi="Times New Roman"/>
          <w:sz w:val="12"/>
          <w:szCs w:val="12"/>
        </w:rPr>
      </w:pPr>
    </w:p>
    <w:p w:rsidR="00CE78FE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et le lisent</w:t>
      </w:r>
      <w:r w:rsidRPr="00345418">
        <w:rPr>
          <w:rFonts w:ascii="Times New Roman" w:hAnsi="Times New Roman"/>
          <w:sz w:val="24"/>
        </w:rPr>
        <w:t>.</w:t>
      </w: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reçoit le message et le lit</w:t>
      </w:r>
      <w:r w:rsidRPr="00345418">
        <w:rPr>
          <w:rFonts w:ascii="Times New Roman" w:hAnsi="Times New Roman"/>
          <w:sz w:val="24"/>
        </w:rPr>
        <w:t>.</w:t>
      </w: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mais ne le lisent pas</w:t>
      </w:r>
      <w:r w:rsidRPr="00345418">
        <w:rPr>
          <w:rFonts w:ascii="Times New Roman" w:hAnsi="Times New Roman"/>
          <w:sz w:val="24"/>
        </w:rPr>
        <w:t>.</w:t>
      </w:r>
    </w:p>
    <w:p w:rsidR="00CE78FE" w:rsidRPr="007816C7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E78FE" w:rsidRPr="007A460C" w:rsidRDefault="00CE78FE" w:rsidP="00CE78FE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mais seul P2 lit le message</w:t>
      </w: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CE78FE" w:rsidRDefault="00CE78FE" w:rsidP="00CE78FE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Quel est le rôle du masque de sous réseau ? </w:t>
      </w:r>
    </w:p>
    <w:p w:rsidR="00230B40" w:rsidRPr="00F66FE4" w:rsidRDefault="00230B40" w:rsidP="00230B40">
      <w:pPr>
        <w:rPr>
          <w:rFonts w:ascii="Times New Roman" w:hAnsi="Times New Roman"/>
          <w:sz w:val="12"/>
          <w:szCs w:val="12"/>
        </w:rPr>
      </w:pPr>
    </w:p>
    <w:p w:rsidR="00230B40" w:rsidRDefault="00230B40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permet de cacher l'adresse IP</w:t>
      </w:r>
      <w:r w:rsidRPr="00345418">
        <w:rPr>
          <w:rFonts w:ascii="Times New Roman" w:hAnsi="Times New Roman"/>
          <w:sz w:val="24"/>
        </w:rPr>
        <w:t>.</w:t>
      </w:r>
    </w:p>
    <w:p w:rsidR="00230B40" w:rsidRPr="007A460C" w:rsidRDefault="00230B40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230B40" w:rsidRDefault="00902304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="00230B40" w:rsidRPr="007A460C">
        <w:rPr>
          <w:rFonts w:ascii="Times New Roman" w:hAnsi="Times New Roman"/>
          <w:sz w:val="24"/>
        </w:rPr>
        <w:tab/>
      </w:r>
      <w:r w:rsidR="00230B40" w:rsidRPr="00BE04AC">
        <w:rPr>
          <w:rFonts w:ascii="Times New Roman" w:hAnsi="Times New Roman"/>
          <w:sz w:val="24"/>
        </w:rPr>
        <w:t>Il détermine l'adresse</w:t>
      </w:r>
      <w:r w:rsidRPr="00902304">
        <w:rPr>
          <w:rFonts w:ascii="Times New Roman" w:hAnsi="Times New Roman"/>
          <w:sz w:val="24"/>
        </w:rPr>
        <w:t xml:space="preserve"> </w:t>
      </w:r>
      <w:r w:rsidRPr="00BE04AC">
        <w:rPr>
          <w:rFonts w:ascii="Times New Roman" w:hAnsi="Times New Roman"/>
          <w:sz w:val="24"/>
        </w:rPr>
        <w:t>IP</w:t>
      </w:r>
      <w:r w:rsidR="00230B40" w:rsidRPr="00BE04AC">
        <w:rPr>
          <w:rFonts w:ascii="Times New Roman" w:hAnsi="Times New Roman"/>
          <w:sz w:val="24"/>
        </w:rPr>
        <w:t xml:space="preserve"> d'un réseau à partir de l'adresse IP d'un poste</w:t>
      </w:r>
      <w:r w:rsidR="00230B40" w:rsidRPr="00345418">
        <w:rPr>
          <w:rFonts w:ascii="Times New Roman" w:hAnsi="Times New Roman"/>
          <w:sz w:val="24"/>
        </w:rPr>
        <w:t>.</w:t>
      </w:r>
    </w:p>
    <w:p w:rsidR="00230B40" w:rsidRPr="007A460C" w:rsidRDefault="00230B40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230B40" w:rsidRDefault="00902304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230B40" w:rsidRPr="007A460C">
        <w:rPr>
          <w:rFonts w:ascii="Times New Roman" w:hAnsi="Times New Roman"/>
          <w:sz w:val="24"/>
        </w:rPr>
        <w:tab/>
      </w:r>
      <w:r w:rsidR="00230B40" w:rsidRPr="00BE04AC">
        <w:rPr>
          <w:rFonts w:ascii="Times New Roman" w:hAnsi="Times New Roman"/>
          <w:sz w:val="24"/>
        </w:rPr>
        <w:t xml:space="preserve">Il détermine la longueur de l'adresse </w:t>
      </w:r>
      <w:r w:rsidRPr="00BE04AC">
        <w:rPr>
          <w:rFonts w:ascii="Times New Roman" w:hAnsi="Times New Roman"/>
          <w:sz w:val="24"/>
        </w:rPr>
        <w:t xml:space="preserve">IP </w:t>
      </w:r>
      <w:r w:rsidR="00230B40" w:rsidRPr="00BE04AC">
        <w:rPr>
          <w:rFonts w:ascii="Times New Roman" w:hAnsi="Times New Roman"/>
          <w:sz w:val="24"/>
        </w:rPr>
        <w:t>du réseau dans l'adresse IP d'un poste</w:t>
      </w:r>
      <w:r w:rsidR="00230B40" w:rsidRPr="00345418">
        <w:rPr>
          <w:rFonts w:ascii="Times New Roman" w:hAnsi="Times New Roman"/>
          <w:sz w:val="24"/>
        </w:rPr>
        <w:t>.</w:t>
      </w:r>
    </w:p>
    <w:p w:rsidR="00230B40" w:rsidRPr="007816C7" w:rsidRDefault="00230B40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230B40" w:rsidRPr="007A460C" w:rsidRDefault="00230B40" w:rsidP="00230B40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permet de crypter les communications sur le réseau IP</w:t>
      </w:r>
    </w:p>
    <w:p w:rsidR="00230B40" w:rsidRDefault="00230B40" w:rsidP="00230B40">
      <w:pPr>
        <w:rPr>
          <w:rFonts w:ascii="Times New Roman" w:hAnsi="Times New Roman"/>
          <w:sz w:val="24"/>
        </w:rPr>
      </w:pPr>
    </w:p>
    <w:p w:rsidR="00230B40" w:rsidRDefault="00230B40" w:rsidP="00230B40">
      <w:pPr>
        <w:rPr>
          <w:rFonts w:ascii="Times New Roman" w:hAnsi="Times New Roman"/>
          <w:sz w:val="24"/>
        </w:rPr>
      </w:pPr>
    </w:p>
    <w:p w:rsidR="00BB5143" w:rsidRDefault="00BB5143" w:rsidP="00230B40">
      <w:pPr>
        <w:rPr>
          <w:rFonts w:ascii="Times New Roman" w:hAnsi="Times New Roman"/>
          <w:sz w:val="24"/>
        </w:rPr>
      </w:pPr>
    </w:p>
    <w:p w:rsidR="00BB5143" w:rsidRDefault="00BB5143" w:rsidP="00230B40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lastRenderedPageBreak/>
        <w:t>Un poste P1 a pour adresse IP 172.16.1.10 et pour masque 255.255.0.0 Un poste P2 a pour adresse IP 172.16.2.10 et pour masque 255.255.0.0. Sont-ils sur le même réseau IP ?</w:t>
      </w:r>
    </w:p>
    <w:p w:rsidR="00BB5143" w:rsidRPr="00F66FE4" w:rsidRDefault="00BB5143" w:rsidP="00BB5143">
      <w:pPr>
        <w:rPr>
          <w:rFonts w:ascii="Times New Roman" w:hAnsi="Times New Roman"/>
          <w:sz w:val="12"/>
          <w:szCs w:val="12"/>
        </w:rPr>
      </w:pPr>
    </w:p>
    <w:p w:rsidR="00BB5143" w:rsidRDefault="00724B3A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="00BB5143" w:rsidRPr="007A460C">
        <w:rPr>
          <w:rFonts w:ascii="Times New Roman" w:hAnsi="Times New Roman"/>
          <w:sz w:val="24"/>
        </w:rPr>
        <w:tab/>
      </w:r>
      <w:r w:rsidR="00BB5143" w:rsidRPr="00BE04AC">
        <w:rPr>
          <w:rFonts w:ascii="Times New Roman" w:hAnsi="Times New Roman"/>
          <w:sz w:val="24"/>
        </w:rPr>
        <w:t>Oui ils sont sur le réseau 172.16.0.0</w:t>
      </w:r>
      <w:r w:rsidR="00BB5143" w:rsidRPr="00345418">
        <w:rPr>
          <w:rFonts w:ascii="Times New Roman" w:hAnsi="Times New Roman"/>
          <w:sz w:val="24"/>
        </w:rPr>
        <w:t>.</w:t>
      </w:r>
    </w:p>
    <w:p w:rsidR="00BB5143" w:rsidRPr="007A460C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BB5143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Oui ils sont sur le réseau 172.0.0.0</w:t>
      </w:r>
      <w:r w:rsidRPr="00345418">
        <w:rPr>
          <w:rFonts w:ascii="Times New Roman" w:hAnsi="Times New Roman"/>
          <w:sz w:val="24"/>
        </w:rPr>
        <w:t>.</w:t>
      </w:r>
    </w:p>
    <w:p w:rsidR="00BB5143" w:rsidRPr="007A460C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BB5143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Oui parce qu'ils ont le même masque de sous réseau</w:t>
      </w:r>
      <w:r w:rsidRPr="00345418">
        <w:rPr>
          <w:rFonts w:ascii="Times New Roman" w:hAnsi="Times New Roman"/>
          <w:sz w:val="24"/>
        </w:rPr>
        <w:t>.</w:t>
      </w:r>
    </w:p>
    <w:p w:rsidR="00BB5143" w:rsidRPr="007816C7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BB5143" w:rsidRPr="007A460C" w:rsidRDefault="00BB5143" w:rsidP="00BB514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Non car le premier est sur le réseau 172.16.1.0 et le deuxième sur le réseau 172.16.2.0</w:t>
      </w:r>
    </w:p>
    <w:p w:rsidR="00BB5143" w:rsidRDefault="00BB5143" w:rsidP="00BB5143">
      <w:pPr>
        <w:rPr>
          <w:rFonts w:ascii="Times New Roman" w:hAnsi="Times New Roman"/>
          <w:sz w:val="24"/>
        </w:rPr>
      </w:pPr>
    </w:p>
    <w:p w:rsidR="00CC4B93" w:rsidRDefault="00CC4B93" w:rsidP="00BB5143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Quel est le rôle d’un serveur DNS sur un réseau ? </w:t>
      </w:r>
    </w:p>
    <w:p w:rsidR="00CC4B93" w:rsidRPr="00F66FE4" w:rsidRDefault="00CC4B93" w:rsidP="00CC4B93">
      <w:pPr>
        <w:rPr>
          <w:rFonts w:ascii="Times New Roman" w:hAnsi="Times New Roman"/>
          <w:sz w:val="12"/>
          <w:szCs w:val="12"/>
        </w:rPr>
      </w:pPr>
    </w:p>
    <w:p w:rsidR="00CC4B93" w:rsidRDefault="004E360A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CC4B93" w:rsidRPr="007A460C">
        <w:rPr>
          <w:rFonts w:ascii="Times New Roman" w:hAnsi="Times New Roman"/>
          <w:sz w:val="24"/>
        </w:rPr>
        <w:tab/>
      </w:r>
      <w:r w:rsidR="00CC4B93" w:rsidRPr="00BE04AC">
        <w:rPr>
          <w:rFonts w:ascii="Times New Roman" w:hAnsi="Times New Roman"/>
          <w:sz w:val="24"/>
        </w:rPr>
        <w:t>Il remplace un nom de machine par une adresse IP</w:t>
      </w:r>
      <w:r w:rsidR="00CC4B93" w:rsidRPr="00345418">
        <w:rPr>
          <w:rFonts w:ascii="Times New Roman" w:hAnsi="Times New Roman"/>
          <w:sz w:val="24"/>
        </w:rPr>
        <w:t>.</w:t>
      </w: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donne des noms aux serveurs (d'où l'acronyme DNS)</w:t>
      </w:r>
      <w:r w:rsidRPr="00345418">
        <w:rPr>
          <w:rFonts w:ascii="Times New Roman" w:hAnsi="Times New Roman"/>
          <w:sz w:val="24"/>
        </w:rPr>
        <w:t>.</w:t>
      </w: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Default="004E360A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="00CC4B93" w:rsidRPr="007A460C">
        <w:rPr>
          <w:rFonts w:ascii="Times New Roman" w:hAnsi="Times New Roman"/>
          <w:sz w:val="24"/>
        </w:rPr>
        <w:tab/>
      </w:r>
      <w:r w:rsidR="00CC4B93" w:rsidRPr="00BE04AC">
        <w:rPr>
          <w:rFonts w:ascii="Times New Roman" w:hAnsi="Times New Roman"/>
          <w:sz w:val="24"/>
        </w:rPr>
        <w:t xml:space="preserve">Il permet d’accéder à un site web en connaissant son nom (par exemple </w:t>
      </w:r>
      <w:hyperlink r:id="rId9" w:history="1">
        <w:r w:rsidR="00CC4B93" w:rsidRPr="00BE04AC">
          <w:rPr>
            <w:rStyle w:val="Lienhypertexte"/>
            <w:rFonts w:ascii="Times New Roman" w:hAnsi="Times New Roman"/>
            <w:sz w:val="24"/>
          </w:rPr>
          <w:t>www.entreprise.com</w:t>
        </w:r>
      </w:hyperlink>
      <w:r w:rsidR="00CC4B93" w:rsidRPr="00BE04AC">
        <w:rPr>
          <w:rFonts w:ascii="Times New Roman" w:hAnsi="Times New Roman"/>
          <w:sz w:val="24"/>
        </w:rPr>
        <w:t>)</w:t>
      </w:r>
      <w:r w:rsidR="00CC4B93" w:rsidRPr="00345418">
        <w:rPr>
          <w:rFonts w:ascii="Times New Roman" w:hAnsi="Times New Roman"/>
          <w:sz w:val="24"/>
        </w:rPr>
        <w:t>.</w:t>
      </w:r>
    </w:p>
    <w:p w:rsidR="00CC4B93" w:rsidRPr="007816C7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interdit l'accès à certains sites sur internet</w:t>
      </w:r>
      <w:r>
        <w:rPr>
          <w:rFonts w:ascii="Times New Roman" w:hAnsi="Times New Roman"/>
          <w:sz w:val="24"/>
        </w:rPr>
        <w:t>.</w:t>
      </w:r>
    </w:p>
    <w:p w:rsidR="00CC4B93" w:rsidRDefault="00CC4B93" w:rsidP="00CC4B93">
      <w:pPr>
        <w:rPr>
          <w:rFonts w:ascii="Times New Roman" w:hAnsi="Times New Roman"/>
          <w:sz w:val="24"/>
        </w:rPr>
      </w:pPr>
    </w:p>
    <w:p w:rsidR="00CC4B93" w:rsidRDefault="00CC4B93" w:rsidP="00CC4B93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 désigne le nom  </w:t>
      </w:r>
      <w:hyperlink r:id="rId10" w:history="1">
        <w:r w:rsidRPr="00BE04AC">
          <w:rPr>
            <w:rStyle w:val="Lienhypertexte"/>
            <w:rFonts w:ascii="Times New Roman" w:hAnsi="Times New Roman"/>
            <w:b/>
            <w:i/>
            <w:sz w:val="24"/>
          </w:rPr>
          <w:t>\\toto\alfred</w:t>
        </w:r>
      </w:hyperlink>
      <w:r w:rsidRPr="00BE04AC"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 xml:space="preserve"> </w:t>
      </w:r>
      <w:r w:rsidRPr="00BE04AC">
        <w:rPr>
          <w:rFonts w:ascii="Times New Roman" w:hAnsi="Times New Roman"/>
          <w:b/>
          <w:i/>
          <w:sz w:val="24"/>
        </w:rPr>
        <w:t>?</w:t>
      </w:r>
    </w:p>
    <w:p w:rsidR="00CC4B93" w:rsidRPr="00F66FE4" w:rsidRDefault="00CC4B93" w:rsidP="00CC4B93">
      <w:pPr>
        <w:rPr>
          <w:rFonts w:ascii="Times New Roman" w:hAnsi="Times New Roman"/>
          <w:sz w:val="12"/>
          <w:szCs w:val="12"/>
        </w:rPr>
      </w:pPr>
    </w:p>
    <w:p w:rsidR="00CC4B93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Une ressource réseau appelée toto et appartenant à l'utilisateur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345418">
        <w:rPr>
          <w:rFonts w:ascii="Times New Roman" w:hAnsi="Times New Roman"/>
          <w:sz w:val="24"/>
        </w:rPr>
        <w:t>.</w:t>
      </w: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Une ressource réseau appelée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BE04AC">
        <w:rPr>
          <w:rFonts w:ascii="Times New Roman" w:hAnsi="Times New Roman"/>
          <w:sz w:val="24"/>
        </w:rPr>
        <w:t xml:space="preserve"> située sur la machine nommée toto</w:t>
      </w:r>
      <w:r w:rsidRPr="00345418">
        <w:rPr>
          <w:rFonts w:ascii="Times New Roman" w:hAnsi="Times New Roman"/>
          <w:sz w:val="24"/>
        </w:rPr>
        <w:t>.</w:t>
      </w: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L'adresse de messagerie de l'utilisateur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345418">
        <w:rPr>
          <w:rFonts w:ascii="Times New Roman" w:hAnsi="Times New Roman"/>
          <w:sz w:val="24"/>
        </w:rPr>
        <w:t>.</w:t>
      </w:r>
    </w:p>
    <w:p w:rsidR="00CC4B93" w:rsidRPr="007816C7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CC4B93" w:rsidRPr="007A460C" w:rsidRDefault="00CC4B93" w:rsidP="00CC4B9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Le répertoire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BE04AC">
        <w:rPr>
          <w:rFonts w:ascii="Times New Roman" w:hAnsi="Times New Roman"/>
          <w:sz w:val="24"/>
        </w:rPr>
        <w:t xml:space="preserve"> sur la machine toto</w:t>
      </w:r>
    </w:p>
    <w:p w:rsidR="00CC4B93" w:rsidRDefault="00CC4B93" w:rsidP="00CC4B93">
      <w:pPr>
        <w:rPr>
          <w:rFonts w:ascii="Times New Roman" w:hAnsi="Times New Roman"/>
          <w:sz w:val="24"/>
        </w:rPr>
      </w:pPr>
    </w:p>
    <w:p w:rsidR="00CC4B93" w:rsidRDefault="00CC4B93" w:rsidP="00CC4B93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sz w:val="24"/>
        </w:rPr>
      </w:pPr>
      <w:r w:rsidRPr="00BE04AC">
        <w:rPr>
          <w:rFonts w:ascii="Times New Roman" w:hAnsi="Times New Roman"/>
          <w:b/>
          <w:sz w:val="24"/>
        </w:rPr>
        <w:t xml:space="preserve">Que désigne l'adresse de messagerie </w:t>
      </w:r>
      <w:hyperlink r:id="rId11" w:history="1">
        <w:r w:rsidRPr="00BE04AC">
          <w:rPr>
            <w:rStyle w:val="Lienhypertexte"/>
            <w:rFonts w:ascii="Times New Roman" w:hAnsi="Times New Roman"/>
            <w:b/>
            <w:sz w:val="24"/>
          </w:rPr>
          <w:t>albert.dane@wanfree.fr</w:t>
        </w:r>
      </w:hyperlink>
      <w:r w:rsidRPr="00BE04AC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BE04AC">
        <w:rPr>
          <w:rFonts w:ascii="Times New Roman" w:hAnsi="Times New Roman"/>
          <w:b/>
          <w:sz w:val="24"/>
        </w:rPr>
        <w:t>?</w:t>
      </w:r>
    </w:p>
    <w:p w:rsidR="00167E0A" w:rsidRPr="00F66FE4" w:rsidRDefault="00167E0A" w:rsidP="00167E0A">
      <w:pPr>
        <w:rPr>
          <w:rFonts w:ascii="Times New Roman" w:hAnsi="Times New Roman"/>
          <w:sz w:val="12"/>
          <w:szCs w:val="12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L'utilisateur </w:t>
      </w:r>
      <w:proofErr w:type="spellStart"/>
      <w:r w:rsidRPr="00BE04AC">
        <w:rPr>
          <w:rFonts w:ascii="Times New Roman" w:hAnsi="Times New Roman"/>
          <w:sz w:val="24"/>
        </w:rPr>
        <w:t>albert</w:t>
      </w:r>
      <w:proofErr w:type="spellEnd"/>
      <w:r w:rsidRPr="00BE04AC">
        <w:rPr>
          <w:rFonts w:ascii="Times New Roman" w:hAnsi="Times New Roman"/>
          <w:sz w:val="24"/>
        </w:rPr>
        <w:t xml:space="preserve"> sur la machine «</w:t>
      </w:r>
      <w:proofErr w:type="spellStart"/>
      <w:r w:rsidRPr="00BE04AC">
        <w:rPr>
          <w:rFonts w:ascii="Times New Roman" w:hAnsi="Times New Roman"/>
          <w:sz w:val="24"/>
        </w:rPr>
        <w:t>dane</w:t>
      </w:r>
      <w:proofErr w:type="spellEnd"/>
      <w:r w:rsidRPr="00BE04AC">
        <w:rPr>
          <w:rFonts w:ascii="Times New Roman" w:hAnsi="Times New Roman"/>
          <w:sz w:val="24"/>
        </w:rPr>
        <w:t>» dans l'entreprise «</w:t>
      </w:r>
      <w:proofErr w:type="spellStart"/>
      <w:r>
        <w:rPr>
          <w:rFonts w:ascii="Times New Roman" w:hAnsi="Times New Roman"/>
          <w:sz w:val="24"/>
        </w:rPr>
        <w:t>wanfree</w:t>
      </w:r>
      <w:proofErr w:type="spellEnd"/>
      <w:r w:rsidRPr="00BE04AC">
        <w:rPr>
          <w:rFonts w:ascii="Times New Roman" w:hAnsi="Times New Roman"/>
          <w:sz w:val="24"/>
        </w:rPr>
        <w:t>»</w:t>
      </w:r>
      <w:r w:rsidRPr="00345418">
        <w:rPr>
          <w:rFonts w:ascii="Times New Roman" w:hAnsi="Times New Roman"/>
          <w:sz w:val="24"/>
        </w:rPr>
        <w:t>.</w:t>
      </w: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La boite aux lettres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 sur le serveur de messagerie «wanfree.fr»</w:t>
      </w:r>
      <w:r w:rsidRPr="00345418">
        <w:rPr>
          <w:rFonts w:ascii="Times New Roman" w:hAnsi="Times New Roman"/>
          <w:sz w:val="24"/>
        </w:rPr>
        <w:t>.</w:t>
      </w: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La boite aux lettres «wanfree.fr» appartenant à l'utilisateur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</w:t>
      </w:r>
      <w:r w:rsidRPr="00345418">
        <w:rPr>
          <w:rFonts w:ascii="Times New Roman" w:hAnsi="Times New Roman"/>
          <w:sz w:val="24"/>
        </w:rPr>
        <w:t>.</w:t>
      </w:r>
    </w:p>
    <w:p w:rsidR="00167E0A" w:rsidRPr="007816C7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L'adresse IP de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</w:t>
      </w:r>
    </w:p>
    <w:p w:rsidR="00167E0A" w:rsidRDefault="00167E0A" w:rsidP="00167E0A">
      <w:pPr>
        <w:rPr>
          <w:rFonts w:ascii="Times New Roman" w:hAnsi="Times New Roman"/>
          <w:sz w:val="24"/>
        </w:rPr>
      </w:pPr>
    </w:p>
    <w:p w:rsidR="00167E0A" w:rsidRDefault="00167E0A" w:rsidP="00167E0A">
      <w:pPr>
        <w:rPr>
          <w:rFonts w:ascii="Times New Roman" w:hAnsi="Times New Roman"/>
          <w:sz w:val="24"/>
        </w:rPr>
      </w:pPr>
    </w:p>
    <w:p w:rsidR="006B6DEE" w:rsidRDefault="006B6DEE" w:rsidP="00167E0A">
      <w:pPr>
        <w:rPr>
          <w:rFonts w:ascii="Times New Roman" w:hAnsi="Times New Roman"/>
          <w:sz w:val="24"/>
        </w:rPr>
      </w:pPr>
    </w:p>
    <w:p w:rsidR="006B6DEE" w:rsidRDefault="006B6DEE" w:rsidP="00167E0A">
      <w:pPr>
        <w:rPr>
          <w:rFonts w:ascii="Times New Roman" w:hAnsi="Times New Roman"/>
          <w:sz w:val="24"/>
        </w:rPr>
      </w:pPr>
    </w:p>
    <w:p w:rsidR="006B6DEE" w:rsidRDefault="006B6DEE" w:rsidP="00167E0A">
      <w:pPr>
        <w:rPr>
          <w:rFonts w:ascii="Times New Roman" w:hAnsi="Times New Roman"/>
          <w:sz w:val="24"/>
        </w:rPr>
      </w:pPr>
    </w:p>
    <w:p w:rsidR="006B6DEE" w:rsidRDefault="006B6DEE" w:rsidP="00167E0A">
      <w:pPr>
        <w:rPr>
          <w:rFonts w:ascii="Times New Roman" w:hAnsi="Times New Roman"/>
          <w:sz w:val="24"/>
        </w:rPr>
      </w:pPr>
    </w:p>
    <w:p w:rsidR="006B6DEE" w:rsidRDefault="006B6DEE" w:rsidP="00167E0A">
      <w:pPr>
        <w:rPr>
          <w:rFonts w:ascii="Times New Roman" w:hAnsi="Times New Roman"/>
          <w:sz w:val="24"/>
        </w:rPr>
      </w:pPr>
    </w:p>
    <w:p w:rsidR="00EC11E2" w:rsidRPr="00BE04AC" w:rsidRDefault="00EC11E2" w:rsidP="00EC11E2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sz w:val="24"/>
        </w:rPr>
      </w:pPr>
      <w:r w:rsidRPr="00BE04AC">
        <w:rPr>
          <w:rFonts w:ascii="Times New Roman" w:hAnsi="Times New Roman"/>
          <w:b/>
          <w:sz w:val="24"/>
        </w:rPr>
        <w:lastRenderedPageBreak/>
        <w:t xml:space="preserve">Que désigne l'URL </w:t>
      </w:r>
      <w:hyperlink r:id="rId12" w:history="1">
        <w:r w:rsidRPr="00BE04AC">
          <w:rPr>
            <w:rStyle w:val="Lienhypertexte"/>
            <w:rFonts w:ascii="Times New Roman" w:hAnsi="Times New Roman"/>
            <w:b/>
            <w:sz w:val="24"/>
          </w:rPr>
          <w:t>http://www.monsite.org/default.htm</w:t>
        </w:r>
      </w:hyperlink>
      <w:r w:rsidRPr="00BE04AC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BE04AC">
        <w:rPr>
          <w:rFonts w:ascii="Times New Roman" w:hAnsi="Times New Roman"/>
          <w:b/>
          <w:sz w:val="24"/>
        </w:rPr>
        <w:t>?</w:t>
      </w:r>
    </w:p>
    <w:p w:rsidR="00167E0A" w:rsidRPr="00F66FE4" w:rsidRDefault="00167E0A" w:rsidP="00167E0A">
      <w:pPr>
        <w:rPr>
          <w:rFonts w:ascii="Times New Roman" w:hAnsi="Times New Roman"/>
          <w:sz w:val="12"/>
          <w:szCs w:val="12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L’adresse IP de la page </w:t>
      </w:r>
      <w:r w:rsidRPr="00BE04AC">
        <w:rPr>
          <w:rFonts w:ascii="Times New Roman" w:hAnsi="Times New Roman"/>
          <w:i/>
          <w:sz w:val="24"/>
        </w:rPr>
        <w:t>web</w:t>
      </w:r>
      <w:r w:rsidRPr="00BE04AC">
        <w:rPr>
          <w:rFonts w:ascii="Times New Roman" w:hAnsi="Times New Roman"/>
          <w:sz w:val="24"/>
        </w:rPr>
        <w:t xml:space="preserve"> default.htm</w:t>
      </w:r>
      <w:r w:rsidRPr="00345418">
        <w:rPr>
          <w:rFonts w:ascii="Times New Roman" w:hAnsi="Times New Roman"/>
          <w:sz w:val="24"/>
        </w:rPr>
        <w:t>.</w:t>
      </w: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1C2BDB">
        <w:rPr>
          <w:rFonts w:ascii="Times New Roman" w:hAnsi="Times New Roman"/>
          <w:sz w:val="28"/>
          <w:szCs w:val="28"/>
        </w:rPr>
        <w:sym w:font="Wingdings" w:char="F0FE"/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La page </w:t>
      </w:r>
      <w:r w:rsidRPr="00BE04AC">
        <w:rPr>
          <w:rFonts w:ascii="Times New Roman" w:hAnsi="Times New Roman"/>
          <w:i/>
          <w:sz w:val="24"/>
        </w:rPr>
        <w:t>web</w:t>
      </w:r>
      <w:r w:rsidRPr="00BE04AC">
        <w:rPr>
          <w:rFonts w:ascii="Times New Roman" w:hAnsi="Times New Roman"/>
          <w:sz w:val="24"/>
        </w:rPr>
        <w:t xml:space="preserve"> default.htm du domaine monsite.org</w:t>
      </w:r>
      <w:r w:rsidRPr="00345418">
        <w:rPr>
          <w:rFonts w:ascii="Times New Roman" w:hAnsi="Times New Roman"/>
          <w:sz w:val="24"/>
        </w:rPr>
        <w:t>.</w:t>
      </w: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La machine default.htm sur le réseau </w:t>
      </w:r>
      <w:hyperlink r:id="rId13" w:history="1">
        <w:r w:rsidRPr="00BE04AC">
          <w:rPr>
            <w:rStyle w:val="Lienhypertexte"/>
            <w:rFonts w:ascii="Times New Roman" w:hAnsi="Times New Roman"/>
            <w:sz w:val="24"/>
          </w:rPr>
          <w:t>www.monsite.org</w:t>
        </w:r>
      </w:hyperlink>
      <w:r w:rsidRPr="00167E0A">
        <w:rPr>
          <w:rFonts w:ascii="Times New Roman" w:hAnsi="Times New Roman"/>
          <w:sz w:val="24"/>
        </w:rPr>
        <w:t>.</w:t>
      </w:r>
    </w:p>
    <w:p w:rsidR="00167E0A" w:rsidRPr="007816C7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167E0A" w:rsidRPr="007A460C" w:rsidRDefault="00167E0A" w:rsidP="00167E0A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Le répertoire default.htm sur la machine www du domaine monsite.org</w:t>
      </w:r>
      <w:r>
        <w:rPr>
          <w:rFonts w:ascii="Times New Roman" w:hAnsi="Times New Roman"/>
          <w:sz w:val="24"/>
        </w:rPr>
        <w:t>.</w:t>
      </w:r>
    </w:p>
    <w:p w:rsidR="00167E0A" w:rsidRDefault="00167E0A" w:rsidP="00167E0A">
      <w:pPr>
        <w:rPr>
          <w:rFonts w:ascii="Times New Roman" w:hAnsi="Times New Roman"/>
          <w:sz w:val="24"/>
        </w:rPr>
      </w:pPr>
    </w:p>
    <w:p w:rsidR="00167E0A" w:rsidRDefault="00167E0A" w:rsidP="00167E0A">
      <w:pPr>
        <w:rPr>
          <w:rFonts w:ascii="Times New Roman" w:hAnsi="Times New Roman"/>
          <w:sz w:val="24"/>
        </w:rPr>
      </w:pPr>
    </w:p>
    <w:p w:rsidR="008D2F1B" w:rsidRPr="008D2F1B" w:rsidRDefault="008D2F1B" w:rsidP="008D2F1B">
      <w:pPr>
        <w:pStyle w:val="Default"/>
        <w:numPr>
          <w:ilvl w:val="0"/>
          <w:numId w:val="33"/>
        </w:numPr>
        <w:spacing w:after="120"/>
        <w:ind w:left="284"/>
        <w:jc w:val="both"/>
      </w:pPr>
      <w:r w:rsidRPr="007D0F3F">
        <w:rPr>
          <w:rFonts w:ascii="Comic Sans MS" w:hAnsi="Comic Sans MS"/>
          <w:b/>
          <w:sz w:val="22"/>
          <w:szCs w:val="22"/>
        </w:rPr>
        <w:t>Donne</w:t>
      </w:r>
      <w:r w:rsidR="00327EFE">
        <w:rPr>
          <w:rFonts w:ascii="Comic Sans MS" w:hAnsi="Comic Sans MS"/>
          <w:b/>
          <w:sz w:val="22"/>
          <w:szCs w:val="22"/>
        </w:rPr>
        <w:t>z</w:t>
      </w:r>
      <w:r w:rsidRPr="007D0F3F">
        <w:rPr>
          <w:rFonts w:ascii="Comic Sans MS" w:hAnsi="Comic Sans MS"/>
          <w:b/>
          <w:sz w:val="22"/>
          <w:szCs w:val="22"/>
        </w:rPr>
        <w:t xml:space="preserve"> la nature de chacun des éléments suivants (support, périphérique, service ou processus)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252"/>
      </w:tblGrid>
      <w:tr w:rsidR="009E50FC" w:rsidRPr="007D0F3F" w:rsidTr="00283167">
        <w:trPr>
          <w:trHeight w:val="60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routage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  <w:r w:rsidRPr="007D0F3F">
              <w:rPr>
                <w:rFonts w:ascii="Times New Roman" w:hAnsi="Times New Roman"/>
                <w:color w:val="0000FF"/>
                <w:sz w:val="24"/>
              </w:rPr>
              <w:t xml:space="preserve">Service ou processus </w:t>
            </w:r>
          </w:p>
        </w:tc>
      </w:tr>
      <w:tr w:rsidR="009E50FC" w:rsidRPr="007D0F3F" w:rsidTr="00283167">
        <w:trPr>
          <w:trHeight w:val="131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commutateur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  <w:r w:rsidRPr="007D0F3F">
              <w:rPr>
                <w:rFonts w:ascii="Times New Roman" w:hAnsi="Times New Roman"/>
                <w:color w:val="0000FF"/>
                <w:sz w:val="24"/>
              </w:rPr>
              <w:t xml:space="preserve">périphérique </w:t>
            </w:r>
          </w:p>
        </w:tc>
      </w:tr>
      <w:tr w:rsidR="009E50FC" w:rsidRPr="007D0F3F" w:rsidTr="00283167">
        <w:trPr>
          <w:trHeight w:val="131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Fibre optique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  <w:r w:rsidRPr="007D0F3F">
              <w:rPr>
                <w:rFonts w:ascii="Times New Roman" w:hAnsi="Times New Roman"/>
                <w:color w:val="0000FF"/>
                <w:sz w:val="24"/>
              </w:rPr>
              <w:t xml:space="preserve">support </w:t>
            </w:r>
          </w:p>
        </w:tc>
      </w:tr>
    </w:tbl>
    <w:p w:rsidR="00283167" w:rsidRPr="009C4124" w:rsidRDefault="00283167" w:rsidP="00283167">
      <w:pPr>
        <w:rPr>
          <w:rFonts w:ascii="Times New Roman" w:hAnsi="Times New Roman"/>
          <w:sz w:val="28"/>
          <w:szCs w:val="28"/>
        </w:rPr>
      </w:pPr>
    </w:p>
    <w:p w:rsidR="00283167" w:rsidRPr="009C4124" w:rsidRDefault="00283167" w:rsidP="00283167">
      <w:pPr>
        <w:rPr>
          <w:rFonts w:ascii="Times New Roman" w:hAnsi="Times New Roman"/>
          <w:sz w:val="28"/>
          <w:szCs w:val="28"/>
        </w:rPr>
      </w:pPr>
    </w:p>
    <w:p w:rsidR="00283167" w:rsidRPr="00E92C52" w:rsidRDefault="00283167" w:rsidP="00283167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sz w:val="22"/>
          <w:szCs w:val="22"/>
        </w:rPr>
      </w:pPr>
      <w:r w:rsidRPr="00283167">
        <w:rPr>
          <w:rFonts w:ascii="Comic Sans MS" w:hAnsi="Comic Sans MS"/>
          <w:b/>
          <w:sz w:val="22"/>
          <w:szCs w:val="22"/>
        </w:rPr>
        <w:t>Défini</w:t>
      </w:r>
      <w:r w:rsidR="00CF426A">
        <w:rPr>
          <w:rFonts w:ascii="Comic Sans MS" w:hAnsi="Comic Sans MS"/>
          <w:b/>
          <w:sz w:val="22"/>
          <w:szCs w:val="22"/>
        </w:rPr>
        <w:t>ssez</w:t>
      </w:r>
      <w:r w:rsidRPr="00283167">
        <w:rPr>
          <w:rFonts w:ascii="Comic Sans MS" w:hAnsi="Comic Sans MS"/>
          <w:b/>
          <w:sz w:val="22"/>
          <w:szCs w:val="22"/>
        </w:rPr>
        <w:t xml:space="preserve"> les sigles suivants</w:t>
      </w:r>
      <w:r w:rsidRPr="00E92C52">
        <w:rPr>
          <w:rFonts w:ascii="Comic Sans MS" w:hAnsi="Comic Sans MS"/>
          <w:b/>
          <w:sz w:val="22"/>
          <w:szCs w:val="22"/>
        </w:rPr>
        <w:t>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252"/>
      </w:tblGrid>
      <w:tr w:rsidR="00283167" w:rsidRPr="007D0F3F" w:rsidTr="00283167">
        <w:trPr>
          <w:trHeight w:val="60"/>
        </w:trPr>
        <w:tc>
          <w:tcPr>
            <w:tcW w:w="2410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 w:rsidRPr="00283167">
              <w:rPr>
                <w:rFonts w:ascii="Times New Roman" w:hAnsi="Times New Roman"/>
                <w:color w:val="000000"/>
                <w:sz w:val="24"/>
              </w:rPr>
              <w:t>LAN</w:t>
            </w:r>
          </w:p>
        </w:tc>
        <w:tc>
          <w:tcPr>
            <w:tcW w:w="4252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283167">
              <w:rPr>
                <w:rFonts w:ascii="Times New Roman" w:hAnsi="Times New Roman"/>
                <w:color w:val="0000FF"/>
                <w:sz w:val="24"/>
              </w:rPr>
              <w:t xml:space="preserve">Local </w:t>
            </w:r>
            <w:proofErr w:type="spellStart"/>
            <w:r w:rsidRPr="00283167">
              <w:rPr>
                <w:rFonts w:ascii="Times New Roman" w:hAnsi="Times New Roman"/>
                <w:color w:val="0000FF"/>
                <w:sz w:val="24"/>
              </w:rPr>
              <w:t>Aera</w:t>
            </w:r>
            <w:proofErr w:type="spellEnd"/>
            <w:r w:rsidRPr="00283167">
              <w:rPr>
                <w:rFonts w:ascii="Times New Roman" w:hAnsi="Times New Roman"/>
                <w:color w:val="0000FF"/>
                <w:sz w:val="24"/>
              </w:rPr>
              <w:t xml:space="preserve"> Network (réseau local)</w:t>
            </w:r>
          </w:p>
        </w:tc>
      </w:tr>
      <w:tr w:rsidR="00283167" w:rsidRPr="007D0F3F" w:rsidTr="00283167">
        <w:trPr>
          <w:trHeight w:val="131"/>
        </w:trPr>
        <w:tc>
          <w:tcPr>
            <w:tcW w:w="2410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 w:rsidRPr="00283167">
              <w:rPr>
                <w:rFonts w:ascii="Times New Roman" w:hAnsi="Times New Roman"/>
                <w:color w:val="000000"/>
                <w:sz w:val="24"/>
              </w:rPr>
              <w:t>WAN</w:t>
            </w:r>
          </w:p>
        </w:tc>
        <w:tc>
          <w:tcPr>
            <w:tcW w:w="4252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283167">
              <w:rPr>
                <w:rFonts w:ascii="Times New Roman" w:hAnsi="Times New Roman"/>
                <w:color w:val="0000FF"/>
                <w:sz w:val="24"/>
              </w:rPr>
              <w:t xml:space="preserve">Wide </w:t>
            </w:r>
            <w:proofErr w:type="spellStart"/>
            <w:r w:rsidRPr="00283167">
              <w:rPr>
                <w:rFonts w:ascii="Times New Roman" w:hAnsi="Times New Roman"/>
                <w:color w:val="0000FF"/>
                <w:sz w:val="24"/>
              </w:rPr>
              <w:t>Aera</w:t>
            </w:r>
            <w:proofErr w:type="spellEnd"/>
            <w:r w:rsidRPr="00283167">
              <w:rPr>
                <w:rFonts w:ascii="Times New Roman" w:hAnsi="Times New Roman"/>
                <w:color w:val="0000FF"/>
                <w:sz w:val="24"/>
              </w:rPr>
              <w:t xml:space="preserve"> Network (réseau étendu)</w:t>
            </w:r>
          </w:p>
        </w:tc>
      </w:tr>
    </w:tbl>
    <w:p w:rsidR="00283167" w:rsidRPr="009C4124" w:rsidRDefault="00283167" w:rsidP="00283167">
      <w:pPr>
        <w:rPr>
          <w:rFonts w:ascii="Times New Roman" w:hAnsi="Times New Roman"/>
          <w:sz w:val="28"/>
          <w:szCs w:val="28"/>
        </w:rPr>
      </w:pPr>
    </w:p>
    <w:p w:rsidR="00770414" w:rsidRPr="009C4124" w:rsidRDefault="00770414" w:rsidP="00283167">
      <w:pPr>
        <w:rPr>
          <w:rFonts w:ascii="Times New Roman" w:hAnsi="Times New Roman"/>
          <w:sz w:val="28"/>
          <w:szCs w:val="28"/>
        </w:rPr>
      </w:pPr>
    </w:p>
    <w:p w:rsidR="00770414" w:rsidRPr="00CE468D" w:rsidRDefault="00770414" w:rsidP="00770414">
      <w:pPr>
        <w:pStyle w:val="Default"/>
        <w:numPr>
          <w:ilvl w:val="0"/>
          <w:numId w:val="33"/>
        </w:numPr>
        <w:spacing w:after="120"/>
        <w:ind w:left="284"/>
        <w:jc w:val="both"/>
        <w:rPr>
          <w:color w:val="auto"/>
        </w:rPr>
      </w:pPr>
      <w:r w:rsidRPr="009D703B">
        <w:rPr>
          <w:rFonts w:ascii="Comic Sans MS" w:hAnsi="Comic Sans MS"/>
          <w:b/>
          <w:sz w:val="22"/>
          <w:szCs w:val="22"/>
        </w:rPr>
        <w:t>Défini</w:t>
      </w:r>
      <w:r>
        <w:rPr>
          <w:rFonts w:ascii="Comic Sans MS" w:hAnsi="Comic Sans MS"/>
          <w:b/>
          <w:sz w:val="22"/>
          <w:szCs w:val="22"/>
        </w:rPr>
        <w:t>ssez</w:t>
      </w:r>
      <w:r w:rsidRPr="009D703B">
        <w:rPr>
          <w:rFonts w:ascii="Comic Sans MS" w:hAnsi="Comic Sans MS"/>
          <w:b/>
          <w:sz w:val="22"/>
          <w:szCs w:val="22"/>
        </w:rPr>
        <w:t xml:space="preserve"> le sigle PDU</w:t>
      </w:r>
      <w:r w:rsidRPr="00E92C52">
        <w:rPr>
          <w:rFonts w:ascii="Comic Sans MS" w:hAnsi="Comic Sans MS"/>
          <w:b/>
          <w:sz w:val="22"/>
          <w:szCs w:val="22"/>
        </w:rPr>
        <w:t> :</w:t>
      </w:r>
      <w:r>
        <w:rPr>
          <w:rFonts w:ascii="Comic Sans MS" w:hAnsi="Comic Sans MS"/>
          <w:b/>
          <w:sz w:val="22"/>
          <w:szCs w:val="22"/>
        </w:rPr>
        <w:tab/>
      </w:r>
      <w:r w:rsidRPr="009D703B">
        <w:rPr>
          <w:color w:val="0000FF"/>
        </w:rPr>
        <w:t xml:space="preserve">PDU = </w:t>
      </w:r>
      <w:proofErr w:type="spellStart"/>
      <w:r w:rsidRPr="009D703B">
        <w:rPr>
          <w:color w:val="0000FF"/>
        </w:rPr>
        <w:t>protocol</w:t>
      </w:r>
      <w:proofErr w:type="spellEnd"/>
      <w:r w:rsidRPr="009D703B">
        <w:rPr>
          <w:color w:val="0000FF"/>
        </w:rPr>
        <w:t xml:space="preserve"> data Unit </w:t>
      </w:r>
      <w:proofErr w:type="gramStart"/>
      <w:r w:rsidRPr="009D703B">
        <w:rPr>
          <w:color w:val="0000FF"/>
        </w:rPr>
        <w:t>( UDP</w:t>
      </w:r>
      <w:proofErr w:type="gramEnd"/>
      <w:r w:rsidRPr="009D703B">
        <w:rPr>
          <w:color w:val="0000FF"/>
        </w:rPr>
        <w:t xml:space="preserve"> = Unité de données de protocole)</w:t>
      </w:r>
    </w:p>
    <w:p w:rsidR="00770414" w:rsidRPr="009C4124" w:rsidRDefault="00770414" w:rsidP="00770414">
      <w:pPr>
        <w:rPr>
          <w:rFonts w:ascii="Times New Roman" w:hAnsi="Times New Roman"/>
          <w:sz w:val="28"/>
          <w:szCs w:val="28"/>
        </w:rPr>
      </w:pPr>
    </w:p>
    <w:p w:rsidR="00770414" w:rsidRPr="009C4124" w:rsidRDefault="00770414" w:rsidP="00770414">
      <w:pPr>
        <w:rPr>
          <w:rFonts w:ascii="Times New Roman" w:hAnsi="Times New Roman"/>
          <w:sz w:val="28"/>
          <w:szCs w:val="28"/>
        </w:rPr>
      </w:pPr>
    </w:p>
    <w:p w:rsidR="00770414" w:rsidRPr="00E92C52" w:rsidRDefault="00770414" w:rsidP="00770414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sz w:val="22"/>
          <w:szCs w:val="22"/>
        </w:rPr>
      </w:pPr>
      <w:r w:rsidRPr="009D703B">
        <w:rPr>
          <w:rFonts w:ascii="Comic Sans MS" w:hAnsi="Comic Sans MS"/>
          <w:b/>
          <w:sz w:val="22"/>
          <w:szCs w:val="22"/>
        </w:rPr>
        <w:t>Donne</w:t>
      </w:r>
      <w:r>
        <w:rPr>
          <w:rFonts w:ascii="Comic Sans MS" w:hAnsi="Comic Sans MS"/>
          <w:b/>
          <w:sz w:val="22"/>
          <w:szCs w:val="22"/>
        </w:rPr>
        <w:t>z</w:t>
      </w:r>
      <w:r w:rsidRPr="009D703B">
        <w:rPr>
          <w:rFonts w:ascii="Comic Sans MS" w:hAnsi="Comic Sans MS"/>
          <w:b/>
          <w:sz w:val="22"/>
          <w:szCs w:val="22"/>
        </w:rPr>
        <w:t xml:space="preserve"> le nom des PDU des couches 1,2 et 3 du modèle TCP/IP</w:t>
      </w:r>
      <w:r w:rsidRPr="00E92C52">
        <w:rPr>
          <w:rFonts w:ascii="Comic Sans MS" w:hAnsi="Comic Sans MS"/>
          <w:b/>
          <w:sz w:val="22"/>
          <w:szCs w:val="22"/>
        </w:rPr>
        <w:t>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252"/>
      </w:tblGrid>
      <w:tr w:rsidR="00770414" w:rsidRPr="007D0F3F" w:rsidTr="007330B2">
        <w:trPr>
          <w:trHeight w:val="60"/>
        </w:trPr>
        <w:tc>
          <w:tcPr>
            <w:tcW w:w="2410" w:type="dxa"/>
          </w:tcPr>
          <w:p w:rsidR="00770414" w:rsidRPr="007D0F3F" w:rsidRDefault="006F5F31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Accès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reseau</w:t>
            </w:r>
            <w:proofErr w:type="spellEnd"/>
          </w:p>
        </w:tc>
        <w:tc>
          <w:tcPr>
            <w:tcW w:w="4252" w:type="dxa"/>
          </w:tcPr>
          <w:p w:rsidR="00770414" w:rsidRPr="007D0F3F" w:rsidRDefault="00770414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9D703B">
              <w:rPr>
                <w:rFonts w:ascii="Times New Roman" w:hAnsi="Times New Roman"/>
                <w:color w:val="0000FF"/>
                <w:sz w:val="24"/>
              </w:rPr>
              <w:t>trame</w:t>
            </w:r>
          </w:p>
        </w:tc>
      </w:tr>
      <w:tr w:rsidR="00770414" w:rsidRPr="007D0F3F" w:rsidTr="007330B2">
        <w:trPr>
          <w:trHeight w:val="131"/>
        </w:trPr>
        <w:tc>
          <w:tcPr>
            <w:tcW w:w="2410" w:type="dxa"/>
          </w:tcPr>
          <w:p w:rsidR="00770414" w:rsidRPr="007D0F3F" w:rsidRDefault="006F5F31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Internet</w:t>
            </w:r>
          </w:p>
        </w:tc>
        <w:tc>
          <w:tcPr>
            <w:tcW w:w="4252" w:type="dxa"/>
          </w:tcPr>
          <w:p w:rsidR="00770414" w:rsidRPr="007D0F3F" w:rsidRDefault="00770414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9D703B">
              <w:rPr>
                <w:rFonts w:ascii="Times New Roman" w:hAnsi="Times New Roman"/>
                <w:color w:val="0000FF"/>
                <w:sz w:val="24"/>
              </w:rPr>
              <w:t>paquet</w:t>
            </w:r>
          </w:p>
        </w:tc>
      </w:tr>
      <w:tr w:rsidR="00770414" w:rsidRPr="007D0F3F" w:rsidTr="007330B2">
        <w:trPr>
          <w:trHeight w:val="131"/>
        </w:trPr>
        <w:tc>
          <w:tcPr>
            <w:tcW w:w="2410" w:type="dxa"/>
          </w:tcPr>
          <w:p w:rsidR="00770414" w:rsidRPr="00283167" w:rsidRDefault="006F5F31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Transport</w:t>
            </w:r>
          </w:p>
        </w:tc>
        <w:tc>
          <w:tcPr>
            <w:tcW w:w="4252" w:type="dxa"/>
          </w:tcPr>
          <w:p w:rsidR="00770414" w:rsidRPr="00283167" w:rsidRDefault="00770414" w:rsidP="007330B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9D703B">
              <w:rPr>
                <w:rFonts w:ascii="Times New Roman" w:hAnsi="Times New Roman"/>
                <w:color w:val="0000FF"/>
                <w:sz w:val="24"/>
              </w:rPr>
              <w:t>segment</w:t>
            </w:r>
          </w:p>
        </w:tc>
      </w:tr>
    </w:tbl>
    <w:p w:rsidR="00770414" w:rsidRPr="009C4124" w:rsidRDefault="00770414" w:rsidP="00770414">
      <w:pPr>
        <w:rPr>
          <w:rFonts w:ascii="Times New Roman" w:hAnsi="Times New Roman"/>
          <w:sz w:val="28"/>
          <w:szCs w:val="28"/>
        </w:rPr>
      </w:pPr>
    </w:p>
    <w:p w:rsidR="00E92C52" w:rsidRPr="009C4124" w:rsidRDefault="00E92C52" w:rsidP="00283167">
      <w:pPr>
        <w:rPr>
          <w:rFonts w:ascii="Times New Roman" w:hAnsi="Times New Roman"/>
          <w:sz w:val="28"/>
          <w:szCs w:val="28"/>
        </w:rPr>
      </w:pPr>
    </w:p>
    <w:p w:rsidR="009C617A" w:rsidRPr="00E92C52" w:rsidRDefault="009C617A" w:rsidP="009C617A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sz w:val="22"/>
          <w:szCs w:val="22"/>
        </w:rPr>
      </w:pPr>
      <w:r w:rsidRPr="009C617A">
        <w:rPr>
          <w:rFonts w:ascii="Comic Sans MS" w:hAnsi="Comic Sans MS"/>
          <w:b/>
          <w:sz w:val="22"/>
          <w:szCs w:val="22"/>
        </w:rPr>
        <w:t>Donne</w:t>
      </w:r>
      <w:r w:rsidR="00CF426A">
        <w:rPr>
          <w:rFonts w:ascii="Comic Sans MS" w:hAnsi="Comic Sans MS"/>
          <w:b/>
          <w:sz w:val="22"/>
          <w:szCs w:val="22"/>
        </w:rPr>
        <w:t>z</w:t>
      </w:r>
      <w:r w:rsidRPr="009C617A">
        <w:rPr>
          <w:rFonts w:ascii="Comic Sans MS" w:hAnsi="Comic Sans MS"/>
          <w:b/>
          <w:sz w:val="22"/>
          <w:szCs w:val="22"/>
        </w:rPr>
        <w:t xml:space="preserve"> le nom</w:t>
      </w:r>
      <w:r w:rsidRPr="00E92C52">
        <w:rPr>
          <w:rFonts w:ascii="Comic Sans MS" w:hAnsi="Comic Sans MS"/>
          <w:b/>
          <w:sz w:val="22"/>
          <w:szCs w:val="22"/>
        </w:rPr>
        <w:t xml:space="preserve"> des 4 couches du modèle TCP/IP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</w:tblGrid>
      <w:tr w:rsidR="005D49F6" w:rsidRPr="007D0F3F" w:rsidTr="007330B2">
        <w:trPr>
          <w:trHeight w:val="60"/>
        </w:trPr>
        <w:tc>
          <w:tcPr>
            <w:tcW w:w="4252" w:type="dxa"/>
          </w:tcPr>
          <w:p w:rsidR="005D49F6" w:rsidRPr="007D0F3F" w:rsidRDefault="005D49F6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9D703B">
              <w:rPr>
                <w:rFonts w:ascii="Times New Roman" w:hAnsi="Times New Roman"/>
                <w:color w:val="0000FF"/>
                <w:sz w:val="24"/>
              </w:rPr>
              <w:t>accès réseau</w:t>
            </w:r>
          </w:p>
        </w:tc>
      </w:tr>
      <w:tr w:rsidR="005D49F6" w:rsidRPr="007D0F3F" w:rsidTr="007330B2">
        <w:trPr>
          <w:trHeight w:val="131"/>
        </w:trPr>
        <w:tc>
          <w:tcPr>
            <w:tcW w:w="4252" w:type="dxa"/>
          </w:tcPr>
          <w:p w:rsidR="005D49F6" w:rsidRPr="007D0F3F" w:rsidRDefault="005D49F6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 w:rsidRPr="009D703B">
              <w:rPr>
                <w:rFonts w:ascii="Times New Roman" w:hAnsi="Times New Roman"/>
                <w:color w:val="0000FF"/>
                <w:sz w:val="24"/>
              </w:rPr>
              <w:t>internet</w:t>
            </w:r>
          </w:p>
        </w:tc>
      </w:tr>
      <w:tr w:rsidR="005D49F6" w:rsidRPr="007D0F3F" w:rsidTr="007330B2">
        <w:trPr>
          <w:trHeight w:val="131"/>
        </w:trPr>
        <w:tc>
          <w:tcPr>
            <w:tcW w:w="4252" w:type="dxa"/>
          </w:tcPr>
          <w:p w:rsidR="005D49F6" w:rsidRPr="00283167" w:rsidRDefault="005D49F6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transport</w:t>
            </w:r>
          </w:p>
        </w:tc>
      </w:tr>
      <w:tr w:rsidR="005D49F6" w:rsidRPr="007D0F3F" w:rsidTr="007330B2">
        <w:trPr>
          <w:trHeight w:val="131"/>
        </w:trPr>
        <w:tc>
          <w:tcPr>
            <w:tcW w:w="4252" w:type="dxa"/>
          </w:tcPr>
          <w:p w:rsidR="005D49F6" w:rsidRPr="00283167" w:rsidRDefault="005D49F6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Application</w:t>
            </w:r>
          </w:p>
        </w:tc>
      </w:tr>
    </w:tbl>
    <w:p w:rsidR="009D703B" w:rsidRDefault="009D703B" w:rsidP="009D703B">
      <w:pPr>
        <w:rPr>
          <w:rFonts w:ascii="Times New Roman" w:hAnsi="Times New Roman"/>
          <w:sz w:val="24"/>
        </w:rPr>
      </w:pPr>
    </w:p>
    <w:p w:rsidR="00571065" w:rsidRPr="003D0841" w:rsidRDefault="00571065" w:rsidP="00571065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color w:val="000000"/>
          <w:szCs w:val="22"/>
        </w:rPr>
      </w:pPr>
      <w:r w:rsidRPr="003D0841">
        <w:rPr>
          <w:rFonts w:ascii="Comic Sans MS" w:hAnsi="Comic Sans MS"/>
          <w:b/>
          <w:color w:val="000000"/>
          <w:szCs w:val="22"/>
        </w:rPr>
        <w:lastRenderedPageBreak/>
        <w:t>Un utilisateur d’un ordinateur PC1 souhaite consulter un page web sur le serveur SRV1. Les deux ordinateurs sont sur un même réseau LAN.</w:t>
      </w:r>
    </w:p>
    <w:p w:rsidR="00571065" w:rsidRPr="003D0841" w:rsidRDefault="00571065" w:rsidP="00571065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color w:val="000000"/>
          <w:szCs w:val="22"/>
        </w:rPr>
      </w:pPr>
      <w:r w:rsidRPr="003D0841">
        <w:rPr>
          <w:rFonts w:ascii="Comic Sans MS" w:hAnsi="Comic Sans MS"/>
          <w:b/>
          <w:color w:val="000000"/>
          <w:szCs w:val="22"/>
        </w:rPr>
        <w:t>Complétez alors le schéma suivant d’encapsulation des différents protocoles :</w:t>
      </w:r>
    </w:p>
    <w:p w:rsidR="00571065" w:rsidRDefault="00571065" w:rsidP="00571065">
      <w:pPr>
        <w:spacing w:before="120" w:after="120"/>
        <w:jc w:val="center"/>
        <w:rPr>
          <w:rFonts w:ascii="Times New Roman" w:hAnsi="Times New Roman"/>
          <w:sz w:val="24"/>
        </w:rPr>
      </w:pPr>
      <w:r>
        <w:rPr>
          <w:rFonts w:ascii="Comic Sans MS" w:eastAsiaTheme="minorEastAsia" w:hAnsi="Comic Sans MS" w:cs="Comic Sans MS"/>
          <w:noProof/>
          <w:sz w:val="23"/>
          <w:szCs w:val="23"/>
        </w:rPr>
        <w:drawing>
          <wp:inline distT="0" distB="0" distL="0" distR="0" wp14:anchorId="594C615A" wp14:editId="623FAEE2">
            <wp:extent cx="3880733" cy="933450"/>
            <wp:effectExtent l="0" t="0" r="571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150" cy="93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CFD" w:rsidRDefault="00B70CFD" w:rsidP="00DA3CB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813358" cy="2914650"/>
            <wp:effectExtent l="0" t="0" r="635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2-2-TD-modele-OSI_prof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388" b="30798"/>
                    <a:stretch/>
                  </pic:blipFill>
                  <pic:spPr bwMode="auto">
                    <a:xfrm>
                      <a:off x="0" y="0"/>
                      <a:ext cx="4819776" cy="2918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71065" w:rsidRDefault="00571065" w:rsidP="00DA3CB1">
      <w:pPr>
        <w:jc w:val="both"/>
        <w:rPr>
          <w:rFonts w:ascii="Times New Roman" w:hAnsi="Times New Roman"/>
          <w:sz w:val="24"/>
        </w:rPr>
      </w:pPr>
    </w:p>
    <w:p w:rsidR="00CF426A" w:rsidRPr="00D22405" w:rsidRDefault="00CF426A" w:rsidP="00D22405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color w:val="000000"/>
          <w:szCs w:val="22"/>
        </w:rPr>
      </w:pPr>
      <w:r w:rsidRPr="00D22405">
        <w:rPr>
          <w:rFonts w:ascii="Comic Sans MS" w:hAnsi="Comic Sans MS"/>
          <w:b/>
          <w:color w:val="000000"/>
          <w:szCs w:val="22"/>
        </w:rPr>
        <w:t>Si le PC1 et le SRV1 ne sont pas dans le même réseau, un routage est alors nécessaire.</w:t>
      </w:r>
    </w:p>
    <w:p w:rsidR="00CF426A" w:rsidRPr="00580EDD" w:rsidRDefault="00CF426A" w:rsidP="00580EDD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color w:val="000000"/>
          <w:szCs w:val="22"/>
        </w:rPr>
      </w:pPr>
      <w:r w:rsidRPr="00580EDD">
        <w:rPr>
          <w:rFonts w:ascii="Comic Sans MS" w:hAnsi="Comic Sans MS"/>
          <w:b/>
          <w:color w:val="000000"/>
          <w:szCs w:val="22"/>
        </w:rPr>
        <w:t>Dans ce cas, tracer alors le trajet parcouru par les informations échangées entre le PC1 et le SRV1 :</w:t>
      </w:r>
    </w:p>
    <w:p w:rsidR="00CF426A" w:rsidRDefault="00CF426A" w:rsidP="00DA3CB1">
      <w:pPr>
        <w:jc w:val="both"/>
        <w:rPr>
          <w:rFonts w:ascii="Times New Roman" w:hAnsi="Times New Roman"/>
          <w:sz w:val="24"/>
        </w:rPr>
      </w:pPr>
    </w:p>
    <w:p w:rsidR="0006365E" w:rsidRDefault="006622B9" w:rsidP="0077476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5630400" cy="1836000"/>
            <wp:effectExtent l="0" t="0" r="889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2-2-TD-modele-OSI_prof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77" t="13308" r="7288" b="69506"/>
                    <a:stretch/>
                  </pic:blipFill>
                  <pic:spPr bwMode="auto">
                    <a:xfrm>
                      <a:off x="0" y="0"/>
                      <a:ext cx="5630400" cy="1836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C441A" w:rsidRDefault="003C441A" w:rsidP="00692939">
      <w:pPr>
        <w:jc w:val="both"/>
        <w:rPr>
          <w:rFonts w:ascii="Times New Roman" w:hAnsi="Times New Roman"/>
          <w:sz w:val="24"/>
        </w:rPr>
      </w:pPr>
    </w:p>
    <w:p w:rsidR="003C441A" w:rsidRDefault="003C441A" w:rsidP="00692939">
      <w:pPr>
        <w:jc w:val="both"/>
        <w:rPr>
          <w:rFonts w:ascii="Times New Roman" w:hAnsi="Times New Roman"/>
          <w:sz w:val="24"/>
        </w:rPr>
      </w:pPr>
    </w:p>
    <w:p w:rsidR="003C441A" w:rsidRDefault="003C441A" w:rsidP="00692939">
      <w:pPr>
        <w:jc w:val="both"/>
        <w:rPr>
          <w:rFonts w:ascii="Times New Roman" w:hAnsi="Times New Roman"/>
          <w:sz w:val="24"/>
        </w:rPr>
      </w:pPr>
    </w:p>
    <w:p w:rsidR="003C441A" w:rsidRDefault="003C441A" w:rsidP="00692939">
      <w:pPr>
        <w:jc w:val="both"/>
        <w:rPr>
          <w:rFonts w:ascii="Times New Roman" w:hAnsi="Times New Roman"/>
          <w:sz w:val="24"/>
        </w:rPr>
      </w:pPr>
    </w:p>
    <w:p w:rsidR="003C441A" w:rsidRDefault="003C441A" w:rsidP="00692939">
      <w:pPr>
        <w:jc w:val="both"/>
        <w:rPr>
          <w:rFonts w:ascii="Times New Roman" w:hAnsi="Times New Roman"/>
          <w:sz w:val="24"/>
        </w:rPr>
      </w:pPr>
    </w:p>
    <w:p w:rsidR="008145A5" w:rsidRPr="008145A5" w:rsidRDefault="00AC087F" w:rsidP="008145A5">
      <w:pPr>
        <w:autoSpaceDE w:val="0"/>
        <w:autoSpaceDN w:val="0"/>
        <w:adjustRightInd w:val="0"/>
        <w:ind w:left="284"/>
        <w:rPr>
          <w:rFonts w:ascii="Comic Sans MS" w:hAnsi="Comic Sans MS"/>
          <w:b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lastRenderedPageBreak/>
        <w:t xml:space="preserve">Expliquez, </w:t>
      </w:r>
      <w:r>
        <w:rPr>
          <w:rFonts w:ascii="Comic Sans MS" w:hAnsi="Comic Sans MS"/>
          <w:b/>
          <w:i/>
          <w:color w:val="000000"/>
          <w:szCs w:val="22"/>
        </w:rPr>
        <w:t>à l’aide d’un dessin</w:t>
      </w:r>
      <w:r w:rsidRPr="004540E9">
        <w:rPr>
          <w:rFonts w:ascii="Comic Sans MS" w:hAnsi="Comic Sans MS"/>
          <w:b/>
          <w:i/>
          <w:color w:val="000000"/>
          <w:szCs w:val="22"/>
        </w:rPr>
        <w:t>, ce qui se passe pour le</w:t>
      </w:r>
      <w:r>
        <w:rPr>
          <w:rFonts w:ascii="Comic Sans MS" w:hAnsi="Comic Sans MS"/>
          <w:b/>
          <w:i/>
          <w:color w:val="000000"/>
          <w:szCs w:val="22"/>
        </w:rPr>
        <w:t xml:space="preserve"> paquet IP au niveau du routeur :</w:t>
      </w:r>
    </w:p>
    <w:p w:rsidR="00CF6190" w:rsidRDefault="00CF6190" w:rsidP="00692939">
      <w:pPr>
        <w:jc w:val="both"/>
        <w:rPr>
          <w:rFonts w:ascii="Times New Roman" w:hAnsi="Times New Roman"/>
          <w:sz w:val="24"/>
        </w:rPr>
      </w:pPr>
    </w:p>
    <w:p w:rsidR="005F1BB0" w:rsidRDefault="00AC3570" w:rsidP="00C009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636566" cy="19113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7" r="2720"/>
                    <a:stretch/>
                  </pic:blipFill>
                  <pic:spPr bwMode="auto">
                    <a:xfrm>
                      <a:off x="0" y="0"/>
                      <a:ext cx="4640165" cy="1912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6190" w:rsidRPr="00283167" w:rsidRDefault="00CF6190" w:rsidP="00692939">
      <w:pPr>
        <w:jc w:val="both"/>
        <w:rPr>
          <w:rFonts w:ascii="Times New Roman" w:hAnsi="Times New Roman"/>
          <w:sz w:val="24"/>
        </w:rPr>
      </w:pPr>
    </w:p>
    <w:sectPr w:rsidR="00CF6190" w:rsidRPr="00283167" w:rsidSect="00041581">
      <w:headerReference w:type="default" r:id="rId18"/>
      <w:footerReference w:type="default" r:id="rId19"/>
      <w:pgSz w:w="11906" w:h="16838" w:code="9"/>
      <w:pgMar w:top="1985" w:right="851" w:bottom="1701" w:left="851" w:header="709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F31" w:rsidRDefault="006F5F31">
      <w:r>
        <w:separator/>
      </w:r>
    </w:p>
  </w:endnote>
  <w:endnote w:type="continuationSeparator" w:id="0">
    <w:p w:rsidR="006F5F31" w:rsidRDefault="006F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61"/>
      <w:gridCol w:w="5811"/>
      <w:gridCol w:w="1418"/>
    </w:tblGrid>
    <w:tr w:rsidR="006F5F31" w:rsidRPr="00654810" w:rsidTr="00A0619F">
      <w:tc>
        <w:tcPr>
          <w:tcW w:w="3261" w:type="dxa"/>
        </w:tcPr>
        <w:p w:rsidR="006F5F31" w:rsidRPr="002D082D" w:rsidRDefault="006F5F31" w:rsidP="00EB4C0C">
          <w:pPr>
            <w:pStyle w:val="Pieddepage"/>
            <w:spacing w:before="40"/>
            <w:ind w:hanging="70"/>
            <w:jc w:val="center"/>
            <w:rPr>
              <w:rFonts w:ascii="Courier New" w:hAnsi="Courier New" w:cs="Courier New"/>
              <w:sz w:val="20"/>
              <w:szCs w:val="20"/>
            </w:rPr>
          </w:pPr>
          <w:r w:rsidRPr="002D082D">
            <w:rPr>
              <w:rFonts w:ascii="Courier New" w:hAnsi="Courier New" w:cs="Courier New"/>
              <w:sz w:val="20"/>
              <w:szCs w:val="20"/>
            </w:rPr>
            <w:fldChar w:fldCharType="begin"/>
          </w:r>
          <w:r w:rsidRPr="002D082D">
            <w:rPr>
              <w:rFonts w:ascii="Courier New" w:hAnsi="Courier New" w:cs="Courier New"/>
              <w:sz w:val="20"/>
              <w:szCs w:val="20"/>
            </w:rPr>
            <w:instrText xml:space="preserve"> FILENAME </w:instrText>
          </w:r>
          <w:r w:rsidRPr="002D082D">
            <w:rPr>
              <w:rFonts w:ascii="Courier New" w:hAnsi="Courier New" w:cs="Courier New"/>
              <w:sz w:val="20"/>
              <w:szCs w:val="20"/>
            </w:rPr>
            <w:fldChar w:fldCharType="separate"/>
          </w:r>
          <w:r>
            <w:rPr>
              <w:rFonts w:ascii="Courier New" w:hAnsi="Courier New" w:cs="Courier New"/>
              <w:noProof/>
              <w:sz w:val="20"/>
              <w:szCs w:val="20"/>
            </w:rPr>
            <w:t>osi-tcpip_td_prof.docx</w:t>
          </w:r>
          <w:r w:rsidRPr="002D082D">
            <w:rPr>
              <w:rFonts w:ascii="Courier New" w:hAnsi="Courier New" w:cs="Courier New"/>
              <w:sz w:val="20"/>
              <w:szCs w:val="20"/>
            </w:rPr>
            <w:fldChar w:fldCharType="end"/>
          </w:r>
        </w:p>
      </w:tc>
      <w:tc>
        <w:tcPr>
          <w:tcW w:w="5811" w:type="dxa"/>
        </w:tcPr>
        <w:p w:rsidR="006F5F31" w:rsidRPr="003D7B2E" w:rsidRDefault="006F5F31" w:rsidP="00EB4C0C">
          <w:pPr>
            <w:pStyle w:val="Pieddepage"/>
            <w:tabs>
              <w:tab w:val="clear" w:pos="4536"/>
              <w:tab w:val="center" w:pos="2907"/>
            </w:tabs>
            <w:spacing w:before="40"/>
            <w:jc w:val="center"/>
            <w:rPr>
              <w:rFonts w:ascii="Courier New" w:hAnsi="Courier New" w:cs="Courier New"/>
              <w:b/>
              <w:bCs/>
              <w:sz w:val="20"/>
              <w:szCs w:val="20"/>
            </w:rPr>
          </w:pPr>
          <w:r>
            <w:rPr>
              <w:rFonts w:ascii="Courier New" w:hAnsi="Courier New" w:cs="Courier New"/>
              <w:b/>
              <w:bCs/>
              <w:sz w:val="20"/>
              <w:szCs w:val="20"/>
            </w:rPr>
            <w:t>Modèles OSI &amp; TCP/IP</w:t>
          </w:r>
        </w:p>
      </w:tc>
      <w:tc>
        <w:tcPr>
          <w:tcW w:w="1418" w:type="dxa"/>
        </w:tcPr>
        <w:p w:rsidR="006F5F31" w:rsidRPr="009360EB" w:rsidRDefault="006F5F31" w:rsidP="002D082D">
          <w:pPr>
            <w:pStyle w:val="Pieddepage"/>
            <w:spacing w:before="40"/>
            <w:jc w:val="center"/>
            <w:rPr>
              <w:rFonts w:ascii="Courier New" w:hAnsi="Courier New" w:cs="Courier New"/>
              <w:szCs w:val="22"/>
            </w:rPr>
          </w:pPr>
          <w:r w:rsidRPr="009360EB">
            <w:rPr>
              <w:rFonts w:ascii="Courier New" w:hAnsi="Courier New" w:cs="Courier New"/>
              <w:szCs w:val="22"/>
            </w:rPr>
            <w:t xml:space="preserve">Page </w:t>
          </w:r>
          <w:r w:rsidRPr="009360EB">
            <w:rPr>
              <w:rFonts w:ascii="Courier New" w:hAnsi="Courier New" w:cs="Courier New"/>
              <w:szCs w:val="22"/>
            </w:rPr>
            <w:fldChar w:fldCharType="begin"/>
          </w:r>
          <w:r w:rsidRPr="009360EB">
            <w:rPr>
              <w:rFonts w:ascii="Courier New" w:hAnsi="Courier New" w:cs="Courier New"/>
              <w:szCs w:val="22"/>
            </w:rPr>
            <w:instrText xml:space="preserve"> PAGE </w:instrText>
          </w:r>
          <w:r w:rsidRPr="009360EB">
            <w:rPr>
              <w:rFonts w:ascii="Courier New" w:hAnsi="Courier New" w:cs="Courier New"/>
              <w:szCs w:val="22"/>
            </w:rPr>
            <w:fldChar w:fldCharType="separate"/>
          </w:r>
          <w:r w:rsidR="00214598">
            <w:rPr>
              <w:rFonts w:ascii="Courier New" w:hAnsi="Courier New" w:cs="Courier New"/>
              <w:noProof/>
              <w:szCs w:val="22"/>
            </w:rPr>
            <w:t>2</w:t>
          </w:r>
          <w:r w:rsidRPr="009360EB">
            <w:rPr>
              <w:rFonts w:ascii="Courier New" w:hAnsi="Courier New" w:cs="Courier New"/>
              <w:szCs w:val="22"/>
            </w:rPr>
            <w:fldChar w:fldCharType="end"/>
          </w:r>
          <w:r w:rsidRPr="009360EB">
            <w:rPr>
              <w:rFonts w:ascii="Courier New" w:hAnsi="Courier New" w:cs="Courier New"/>
              <w:szCs w:val="22"/>
            </w:rPr>
            <w:t>/</w:t>
          </w:r>
          <w:r w:rsidRPr="009360EB">
            <w:rPr>
              <w:rStyle w:val="Numrodepage"/>
              <w:rFonts w:ascii="Courier New" w:hAnsi="Courier New" w:cs="Courier New"/>
              <w:szCs w:val="22"/>
            </w:rPr>
            <w:fldChar w:fldCharType="begin"/>
          </w:r>
          <w:r w:rsidRPr="009360EB">
            <w:rPr>
              <w:rStyle w:val="Numrodepage"/>
              <w:rFonts w:ascii="Courier New" w:hAnsi="Courier New" w:cs="Courier New"/>
              <w:szCs w:val="22"/>
            </w:rPr>
            <w:instrText xml:space="preserve"> NUMPAGES </w:instrText>
          </w:r>
          <w:r w:rsidRPr="009360EB">
            <w:rPr>
              <w:rStyle w:val="Numrodepage"/>
              <w:rFonts w:ascii="Courier New" w:hAnsi="Courier New" w:cs="Courier New"/>
              <w:szCs w:val="22"/>
            </w:rPr>
            <w:fldChar w:fldCharType="separate"/>
          </w:r>
          <w:r w:rsidR="00214598">
            <w:rPr>
              <w:rStyle w:val="Numrodepage"/>
              <w:rFonts w:ascii="Courier New" w:hAnsi="Courier New" w:cs="Courier New"/>
              <w:noProof/>
              <w:szCs w:val="22"/>
            </w:rPr>
            <w:t>7</w:t>
          </w:r>
          <w:r w:rsidRPr="009360EB">
            <w:rPr>
              <w:rStyle w:val="Numrodepage"/>
              <w:rFonts w:ascii="Courier New" w:hAnsi="Courier New" w:cs="Courier New"/>
              <w:szCs w:val="22"/>
            </w:rPr>
            <w:fldChar w:fldCharType="end"/>
          </w:r>
        </w:p>
      </w:tc>
    </w:tr>
  </w:tbl>
  <w:p w:rsidR="006F5F31" w:rsidRPr="003D7B2E" w:rsidRDefault="006F5F31" w:rsidP="00DC5ED5">
    <w:pPr>
      <w:pStyle w:val="Pieddepage"/>
      <w:rPr>
        <w:rFonts w:ascii="Courier New" w:hAnsi="Courier New" w:cs="Courier New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F31" w:rsidRDefault="006F5F31">
      <w:r>
        <w:separator/>
      </w:r>
    </w:p>
  </w:footnote>
  <w:footnote w:type="continuationSeparator" w:id="0">
    <w:p w:rsidR="006F5F31" w:rsidRDefault="006F5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2" w:type="dxa"/>
      <w:tblBorders>
        <w:bottom w:val="single" w:sz="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490"/>
    </w:tblGrid>
    <w:tr w:rsidR="006F5F31" w:rsidRPr="00654810">
      <w:tc>
        <w:tcPr>
          <w:tcW w:w="10490" w:type="dxa"/>
          <w:tcBorders>
            <w:top w:val="nil"/>
            <w:left w:val="nil"/>
            <w:bottom w:val="single" w:sz="18" w:space="0" w:color="auto"/>
            <w:right w:val="nil"/>
          </w:tcBorders>
        </w:tcPr>
        <w:p w:rsidR="006F5F31" w:rsidRPr="00650D6C" w:rsidRDefault="006F5F31" w:rsidP="00873010">
          <w:pPr>
            <w:pStyle w:val="En-tte"/>
            <w:tabs>
              <w:tab w:val="clear" w:pos="4536"/>
              <w:tab w:val="clear" w:pos="9072"/>
              <w:tab w:val="center" w:pos="5175"/>
              <w:tab w:val="right" w:pos="10420"/>
            </w:tabs>
            <w:spacing w:before="80" w:after="80"/>
            <w:ind w:left="-70"/>
            <w:jc w:val="center"/>
            <w:rPr>
              <w:rFonts w:cs="Arial"/>
              <w:i/>
              <w:szCs w:val="22"/>
            </w:rPr>
          </w:pPr>
          <w:r>
            <w:rPr>
              <w:rFonts w:cs="Arial"/>
              <w:i/>
              <w:noProof/>
              <w:szCs w:val="22"/>
            </w:rPr>
            <w:drawing>
              <wp:anchor distT="0" distB="0" distL="114300" distR="114300" simplePos="0" relativeHeight="251657216" behindDoc="0" locked="0" layoutInCell="1" allowOverlap="1" wp14:anchorId="29B14088" wp14:editId="10055BA1">
                <wp:simplePos x="0" y="0"/>
                <wp:positionH relativeFrom="column">
                  <wp:posOffset>5700395</wp:posOffset>
                </wp:positionH>
                <wp:positionV relativeFrom="paragraph">
                  <wp:posOffset>-146685</wp:posOffset>
                </wp:positionV>
                <wp:extent cx="951865" cy="485140"/>
                <wp:effectExtent l="0" t="0" r="635" b="0"/>
                <wp:wrapNone/>
                <wp:docPr id="4" name="Image 1" descr="Benjam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enjam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1865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cs="Arial"/>
              <w:i/>
              <w:noProof/>
              <w:szCs w:val="22"/>
            </w:rPr>
            <mc:AlternateContent>
              <mc:Choice Requires="wpg">
                <w:drawing>
                  <wp:anchor distT="0" distB="0" distL="114300" distR="114300" simplePos="0" relativeHeight="251658240" behindDoc="0" locked="0" layoutInCell="1" allowOverlap="1" wp14:anchorId="3898E823" wp14:editId="5D0E467A">
                    <wp:simplePos x="0" y="0"/>
                    <wp:positionH relativeFrom="column">
                      <wp:posOffset>-26035</wp:posOffset>
                    </wp:positionH>
                    <wp:positionV relativeFrom="paragraph">
                      <wp:posOffset>-27305</wp:posOffset>
                    </wp:positionV>
                    <wp:extent cx="784225" cy="275590"/>
                    <wp:effectExtent l="1905" t="3810" r="4445" b="6350"/>
                    <wp:wrapNone/>
                    <wp:docPr id="1" name="Group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84225" cy="275590"/>
                              <a:chOff x="1620" y="1834"/>
                              <a:chExt cx="1235" cy="434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157" y="1884"/>
                                <a:ext cx="698" cy="3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pic:spPr>
                          </pic:pic>
                          <wps:wsp>
                            <wps:cNvPr id="3" name="Text Box 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20" y="1834"/>
                                <a:ext cx="537" cy="4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5F31" w:rsidRPr="00C87977" w:rsidRDefault="006F5F31" w:rsidP="00604158">
                                  <w:pPr>
                                    <w:spacing w:before="60"/>
                                    <w:jc w:val="right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87977">
                                    <w:rPr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Pr="00C87977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è</w:t>
                                  </w:r>
                                  <w:r w:rsidRPr="00C87977">
                                    <w:rPr>
                                      <w:sz w:val="28"/>
                                      <w:szCs w:val="28"/>
                                      <w:u w:val="single"/>
                                      <w:vertAlign w:val="superscript"/>
                                    </w:rPr>
                                    <w:t>r</w:t>
                                  </w:r>
                                  <w:r w:rsidRPr="00C87977">
                                    <w:rPr>
                                      <w:sz w:val="28"/>
                                      <w:szCs w:val="28"/>
                                      <w:vertAlign w:val="superscript"/>
                                    </w:rPr>
                                    <w:t>e</w:t>
                                  </w:r>
                                </w:p>
                                <w:p w:rsidR="006F5F31" w:rsidRDefault="006F5F31" w:rsidP="00604158">
                                  <w:pPr>
                                    <w:spacing w:before="60"/>
                                  </w:pP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2" o:spid="_x0000_s1026" style="position:absolute;left:0;text-align:left;margin-left:-2.05pt;margin-top:-2.15pt;width:61.75pt;height:21.7pt;z-index:251658240" coordorigin="1620,1834" coordsize="1235,4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7" o:spid="_x0000_s1027" type="#_x0000_t75" style="position:absolute;left:2157;top:1884;width:698;height: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0zgXCAAAA2gAAAA8AAABkcnMvZG93bnJldi54bWxEj91qAjEUhO8LvkM4gnc1qxd2WY0ign+l&#10;UPx5gMPmmF3cnCxJ1NWnbwqFXg4z8w0zW3S2EXfyoXasYDTMQBCXTtdsFJxP6/ccRIjIGhvHpOBJ&#10;ARbz3tsMC+0efKD7MRqRIBwKVFDF2BZShrIii2HoWuLkXZy3GJP0RmqPjwS3jRxn2URarDktVNjS&#10;qqLyerxZBaY02uf0+XH6Pu95m79st/3aKDXod8spiEhd/A//tXdawRh+r6QbIO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htM4FwgAAANoAAAAPAAAAAAAAAAAAAAAAAJ8C&#10;AABkcnMvZG93bnJldi54bWxQSwUGAAAAAAQABAD3AAAAjgMAAAAA&#10;">
                      <v:imagedata r:id="rId3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8" type="#_x0000_t202" style="position:absolute;left:1620;top:1834;width:537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yh8IA&#10;AADaAAAADwAAAGRycy9kb3ducmV2LnhtbESPQWsCMRSE74X+h/AKvdVECyKrUbTQ0h539eDxsXlu&#10;Fjcvy+ZVt/31TUHwOMzMN8xqM4ZOXWhIbWQL04kBRVxH13Jj4bB/f1mASoLssItMFn4owWb9+LDC&#10;wsUrl3SppFEZwqlAC16kL7ROtaeAaRJ74uyd4hBQshwa7Qa8Znjo9MyYuQ7Ycl7w2NObp/pcfQcL&#10;jZmV09L43+74sSsXX5XI8eysfX4at0tQQqPcw7f2p7PwCv9X8g3Q6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PKHwgAAANoAAAAPAAAAAAAAAAAAAAAAAJgCAABkcnMvZG93&#10;bnJldi54bWxQSwUGAAAAAAQABAD1AAAAhwMAAAAA&#10;" filled="f" stroked="f">
                      <v:textbox inset=".5mm,.3mm,.5mm,.3mm">
                        <w:txbxContent>
                          <w:p w:rsidR="00CA6296" w:rsidRPr="00C87977" w:rsidRDefault="00CA6296" w:rsidP="00604158">
                            <w:pPr>
                              <w:spacing w:before="60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C87977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Pr="00C87977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è</w:t>
                            </w:r>
                            <w:r w:rsidRPr="00C87977">
                              <w:rPr>
                                <w:sz w:val="28"/>
                                <w:szCs w:val="28"/>
                                <w:u w:val="single"/>
                                <w:vertAlign w:val="superscript"/>
                              </w:rPr>
                              <w:t>r</w:t>
                            </w:r>
                            <w:r w:rsidRPr="00C87977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e</w:t>
                            </w:r>
                          </w:p>
                          <w:p w:rsidR="00CA6296" w:rsidRDefault="00CA6296" w:rsidP="00604158">
                            <w:pPr>
                              <w:spacing w:before="60"/>
                            </w:pP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  <w:r w:rsidRPr="00650D6C">
            <w:rPr>
              <w:rFonts w:cs="Arial"/>
              <w:b/>
              <w:i/>
              <w:szCs w:val="22"/>
            </w:rPr>
            <w:t>S</w:t>
          </w:r>
          <w:r w:rsidRPr="00650D6C">
            <w:rPr>
              <w:rFonts w:cs="Arial"/>
              <w:i/>
              <w:szCs w:val="22"/>
            </w:rPr>
            <w:t>ystème d’</w:t>
          </w:r>
          <w:r w:rsidRPr="00650D6C">
            <w:rPr>
              <w:rFonts w:cs="Arial"/>
              <w:b/>
              <w:i/>
              <w:szCs w:val="22"/>
            </w:rPr>
            <w:t>I</w:t>
          </w:r>
          <w:r w:rsidRPr="00650D6C">
            <w:rPr>
              <w:rFonts w:cs="Arial"/>
              <w:i/>
              <w:szCs w:val="22"/>
            </w:rPr>
            <w:t xml:space="preserve">nformation et </w:t>
          </w:r>
          <w:r w:rsidRPr="00650D6C">
            <w:rPr>
              <w:rFonts w:cs="Arial"/>
              <w:b/>
              <w:i/>
              <w:szCs w:val="22"/>
            </w:rPr>
            <w:t>N</w:t>
          </w:r>
          <w:r w:rsidRPr="00650D6C">
            <w:rPr>
              <w:rFonts w:cs="Arial"/>
              <w:i/>
              <w:szCs w:val="22"/>
            </w:rPr>
            <w:t>umérique (</w:t>
          </w:r>
          <w:r w:rsidRPr="00650D6C">
            <w:rPr>
              <w:rFonts w:cs="Arial"/>
              <w:b/>
              <w:i/>
              <w:szCs w:val="22"/>
            </w:rPr>
            <w:t>SIN</w:t>
          </w:r>
          <w:r w:rsidRPr="00650D6C">
            <w:rPr>
              <w:rFonts w:cs="Arial"/>
              <w:i/>
              <w:szCs w:val="22"/>
            </w:rPr>
            <w:t>)</w:t>
          </w:r>
        </w:p>
      </w:tc>
    </w:tr>
  </w:tbl>
  <w:p w:rsidR="006F5F31" w:rsidRPr="005B60E9" w:rsidRDefault="006F5F31" w:rsidP="005B60E9">
    <w:pPr>
      <w:pStyle w:val="En-tte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357D68"/>
    <w:multiLevelType w:val="hybridMultilevel"/>
    <w:tmpl w:val="091B05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30AF4"/>
    <w:multiLevelType w:val="hybridMultilevel"/>
    <w:tmpl w:val="8F2296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35883"/>
    <w:multiLevelType w:val="hybridMultilevel"/>
    <w:tmpl w:val="BE2C37AE"/>
    <w:lvl w:ilvl="0" w:tplc="7B921E96">
      <w:numFmt w:val="bullet"/>
      <w:lvlText w:val="-"/>
      <w:lvlJc w:val="left"/>
      <w:pPr>
        <w:ind w:left="64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73412F3"/>
    <w:multiLevelType w:val="hybridMultilevel"/>
    <w:tmpl w:val="41E20B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32A39"/>
    <w:multiLevelType w:val="hybridMultilevel"/>
    <w:tmpl w:val="F2762E1A"/>
    <w:lvl w:ilvl="0" w:tplc="7B921E96">
      <w:numFmt w:val="bullet"/>
      <w:lvlText w:val="-"/>
      <w:lvlJc w:val="left"/>
      <w:pPr>
        <w:ind w:left="64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0345FD"/>
    <w:multiLevelType w:val="hybridMultilevel"/>
    <w:tmpl w:val="7BFCF34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E56C67"/>
    <w:multiLevelType w:val="hybridMultilevel"/>
    <w:tmpl w:val="EF483DAA"/>
    <w:lvl w:ilvl="0" w:tplc="040C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84C6379"/>
    <w:multiLevelType w:val="hybridMultilevel"/>
    <w:tmpl w:val="CD9C894C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9D41CEB"/>
    <w:multiLevelType w:val="hybridMultilevel"/>
    <w:tmpl w:val="720A58A8"/>
    <w:lvl w:ilvl="0" w:tplc="DC7E8A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0E65B9D"/>
    <w:multiLevelType w:val="hybridMultilevel"/>
    <w:tmpl w:val="A1AE42FA"/>
    <w:lvl w:ilvl="0" w:tplc="C38A4264"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73E27"/>
    <w:multiLevelType w:val="hybridMultilevel"/>
    <w:tmpl w:val="2B76D208"/>
    <w:lvl w:ilvl="0" w:tplc="040C0007">
      <w:start w:val="1"/>
      <w:numFmt w:val="bullet"/>
      <w:lvlText w:val="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1">
    <w:nsid w:val="25056778"/>
    <w:multiLevelType w:val="multilevel"/>
    <w:tmpl w:val="5504FE86"/>
    <w:lvl w:ilvl="0">
      <w:start w:val="1"/>
      <w:numFmt w:val="decimal"/>
      <w:lvlText w:val="%1."/>
      <w:lvlJc w:val="left"/>
      <w:pPr>
        <w:ind w:left="432" w:hanging="432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5653FBB"/>
    <w:multiLevelType w:val="hybridMultilevel"/>
    <w:tmpl w:val="354063EE"/>
    <w:lvl w:ilvl="0" w:tplc="7B921E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447F93"/>
    <w:multiLevelType w:val="hybridMultilevel"/>
    <w:tmpl w:val="FD568208"/>
    <w:lvl w:ilvl="0" w:tplc="273EBC96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26E5"/>
    <w:multiLevelType w:val="hybridMultilevel"/>
    <w:tmpl w:val="94D4F13C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88A3FF3"/>
    <w:multiLevelType w:val="hybridMultilevel"/>
    <w:tmpl w:val="9E1E6B9C"/>
    <w:lvl w:ilvl="0" w:tplc="7B921E96"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041A51"/>
    <w:multiLevelType w:val="hybridMultilevel"/>
    <w:tmpl w:val="A85C4ED6"/>
    <w:lvl w:ilvl="0" w:tplc="7B921E96"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694D71"/>
    <w:multiLevelType w:val="hybridMultilevel"/>
    <w:tmpl w:val="380CAF0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D72C04"/>
    <w:multiLevelType w:val="hybridMultilevel"/>
    <w:tmpl w:val="7DE6827A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6270EB1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50923CF9"/>
    <w:multiLevelType w:val="hybridMultilevel"/>
    <w:tmpl w:val="CA3A927A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7D299F"/>
    <w:multiLevelType w:val="hybridMultilevel"/>
    <w:tmpl w:val="E15C3D5A"/>
    <w:lvl w:ilvl="0" w:tplc="7B921E96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85F0EAC"/>
    <w:multiLevelType w:val="hybridMultilevel"/>
    <w:tmpl w:val="FCDC19B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0959D5"/>
    <w:multiLevelType w:val="hybridMultilevel"/>
    <w:tmpl w:val="87B0076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434181"/>
    <w:multiLevelType w:val="hybridMultilevel"/>
    <w:tmpl w:val="BED803C2"/>
    <w:lvl w:ilvl="0" w:tplc="8D6E1FC2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410547"/>
    <w:multiLevelType w:val="hybridMultilevel"/>
    <w:tmpl w:val="A13C1846"/>
    <w:lvl w:ilvl="0" w:tplc="7B921E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870A18"/>
    <w:multiLevelType w:val="hybridMultilevel"/>
    <w:tmpl w:val="54966702"/>
    <w:lvl w:ilvl="0" w:tplc="C22CC424">
      <w:start w:val="16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7">
    <w:nsid w:val="6B10131D"/>
    <w:multiLevelType w:val="hybridMultilevel"/>
    <w:tmpl w:val="DB4213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DA3FCA"/>
    <w:multiLevelType w:val="hybridMultilevel"/>
    <w:tmpl w:val="AF9444CA"/>
    <w:lvl w:ilvl="0" w:tplc="7B921E96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D035AC2"/>
    <w:multiLevelType w:val="hybridMultilevel"/>
    <w:tmpl w:val="05DE52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7399B"/>
    <w:multiLevelType w:val="hybridMultilevel"/>
    <w:tmpl w:val="55BC9828"/>
    <w:lvl w:ilvl="0" w:tplc="7B921E96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FF4C1F"/>
    <w:multiLevelType w:val="hybridMultilevel"/>
    <w:tmpl w:val="8C2E43EA"/>
    <w:lvl w:ilvl="0" w:tplc="B89E353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771F76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76E87FED"/>
    <w:multiLevelType w:val="hybridMultilevel"/>
    <w:tmpl w:val="D62A9F8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81D4C37"/>
    <w:multiLevelType w:val="multilevel"/>
    <w:tmpl w:val="C53E8A3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ascii="Comic Sans MS" w:hAnsi="Comic Sans MS"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0"/>
  </w:num>
  <w:num w:numId="5">
    <w:abstractNumId w:val="25"/>
  </w:num>
  <w:num w:numId="6">
    <w:abstractNumId w:val="18"/>
  </w:num>
  <w:num w:numId="7">
    <w:abstractNumId w:val="12"/>
  </w:num>
  <w:num w:numId="8">
    <w:abstractNumId w:val="24"/>
  </w:num>
  <w:num w:numId="9">
    <w:abstractNumId w:val="34"/>
  </w:num>
  <w:num w:numId="10">
    <w:abstractNumId w:val="19"/>
  </w:num>
  <w:num w:numId="11">
    <w:abstractNumId w:val="32"/>
  </w:num>
  <w:num w:numId="12">
    <w:abstractNumId w:val="11"/>
  </w:num>
  <w:num w:numId="13">
    <w:abstractNumId w:val="16"/>
  </w:num>
  <w:num w:numId="14">
    <w:abstractNumId w:val="15"/>
  </w:num>
  <w:num w:numId="15">
    <w:abstractNumId w:val="3"/>
  </w:num>
  <w:num w:numId="16">
    <w:abstractNumId w:val="26"/>
  </w:num>
  <w:num w:numId="17">
    <w:abstractNumId w:val="33"/>
  </w:num>
  <w:num w:numId="18">
    <w:abstractNumId w:val="17"/>
  </w:num>
  <w:num w:numId="19">
    <w:abstractNumId w:val="5"/>
  </w:num>
  <w:num w:numId="20">
    <w:abstractNumId w:val="27"/>
  </w:num>
  <w:num w:numId="21">
    <w:abstractNumId w:val="23"/>
  </w:num>
  <w:num w:numId="22">
    <w:abstractNumId w:val="7"/>
  </w:num>
  <w:num w:numId="23">
    <w:abstractNumId w:val="28"/>
  </w:num>
  <w:num w:numId="24">
    <w:abstractNumId w:val="21"/>
  </w:num>
  <w:num w:numId="25">
    <w:abstractNumId w:val="30"/>
  </w:num>
  <w:num w:numId="26">
    <w:abstractNumId w:val="29"/>
  </w:num>
  <w:num w:numId="27">
    <w:abstractNumId w:val="2"/>
  </w:num>
  <w:num w:numId="28">
    <w:abstractNumId w:val="8"/>
  </w:num>
  <w:num w:numId="29">
    <w:abstractNumId w:val="4"/>
  </w:num>
  <w:num w:numId="30">
    <w:abstractNumId w:val="31"/>
  </w:num>
  <w:num w:numId="31">
    <w:abstractNumId w:val="22"/>
  </w:num>
  <w:num w:numId="32">
    <w:abstractNumId w:val="9"/>
  </w:num>
  <w:num w:numId="33">
    <w:abstractNumId w:val="13"/>
  </w:num>
  <w:num w:numId="34">
    <w:abstractNumId w:val="6"/>
  </w:num>
  <w:num w:numId="3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VerticalDrawingGridEvery w:val="2"/>
  <w:noPunctuationKerning/>
  <w:characterSpacingControl w:val="doNotCompress"/>
  <w:hdrShapeDefaults>
    <o:shapedefaults v:ext="edit" spidmax="6145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7BF"/>
    <w:rsid w:val="00002A1D"/>
    <w:rsid w:val="00002F4A"/>
    <w:rsid w:val="0000558A"/>
    <w:rsid w:val="00010C1C"/>
    <w:rsid w:val="00011C72"/>
    <w:rsid w:val="0001629C"/>
    <w:rsid w:val="00020EEB"/>
    <w:rsid w:val="0002235B"/>
    <w:rsid w:val="00025765"/>
    <w:rsid w:val="00025D57"/>
    <w:rsid w:val="0002690F"/>
    <w:rsid w:val="000276D8"/>
    <w:rsid w:val="00027DA3"/>
    <w:rsid w:val="000332DC"/>
    <w:rsid w:val="00040528"/>
    <w:rsid w:val="00041581"/>
    <w:rsid w:val="00041A94"/>
    <w:rsid w:val="00042D4A"/>
    <w:rsid w:val="00045082"/>
    <w:rsid w:val="00052C97"/>
    <w:rsid w:val="00054844"/>
    <w:rsid w:val="0005706A"/>
    <w:rsid w:val="000576C4"/>
    <w:rsid w:val="0006320B"/>
    <w:rsid w:val="0006365E"/>
    <w:rsid w:val="00064658"/>
    <w:rsid w:val="000662AA"/>
    <w:rsid w:val="000706D1"/>
    <w:rsid w:val="000802E6"/>
    <w:rsid w:val="00080A44"/>
    <w:rsid w:val="000858F0"/>
    <w:rsid w:val="00090C3B"/>
    <w:rsid w:val="00091F68"/>
    <w:rsid w:val="00093979"/>
    <w:rsid w:val="000946E8"/>
    <w:rsid w:val="000967A6"/>
    <w:rsid w:val="00096FF8"/>
    <w:rsid w:val="000A09FE"/>
    <w:rsid w:val="000A3EAD"/>
    <w:rsid w:val="000A706E"/>
    <w:rsid w:val="000B086E"/>
    <w:rsid w:val="000B3F9C"/>
    <w:rsid w:val="000B734A"/>
    <w:rsid w:val="000C0F65"/>
    <w:rsid w:val="000C6AF3"/>
    <w:rsid w:val="000D377C"/>
    <w:rsid w:val="000D37F2"/>
    <w:rsid w:val="000D5C3B"/>
    <w:rsid w:val="000D676B"/>
    <w:rsid w:val="000E07D3"/>
    <w:rsid w:val="000E0BD9"/>
    <w:rsid w:val="000E5D79"/>
    <w:rsid w:val="000E6BB2"/>
    <w:rsid w:val="000E7D3D"/>
    <w:rsid w:val="000F1374"/>
    <w:rsid w:val="000F4FB7"/>
    <w:rsid w:val="00101085"/>
    <w:rsid w:val="00102061"/>
    <w:rsid w:val="00102C0F"/>
    <w:rsid w:val="00107FEF"/>
    <w:rsid w:val="001118ED"/>
    <w:rsid w:val="0012098D"/>
    <w:rsid w:val="0012111F"/>
    <w:rsid w:val="0012438D"/>
    <w:rsid w:val="00124B4B"/>
    <w:rsid w:val="00140BC8"/>
    <w:rsid w:val="0014178A"/>
    <w:rsid w:val="00153B23"/>
    <w:rsid w:val="001552B4"/>
    <w:rsid w:val="00157C03"/>
    <w:rsid w:val="00162595"/>
    <w:rsid w:val="001634B3"/>
    <w:rsid w:val="001635D9"/>
    <w:rsid w:val="001662DA"/>
    <w:rsid w:val="00167E0A"/>
    <w:rsid w:val="00172C56"/>
    <w:rsid w:val="0017336A"/>
    <w:rsid w:val="0017561C"/>
    <w:rsid w:val="00175F5C"/>
    <w:rsid w:val="00176A1F"/>
    <w:rsid w:val="00180A49"/>
    <w:rsid w:val="00184235"/>
    <w:rsid w:val="001853EF"/>
    <w:rsid w:val="00186298"/>
    <w:rsid w:val="001925E1"/>
    <w:rsid w:val="001A2F55"/>
    <w:rsid w:val="001A5C18"/>
    <w:rsid w:val="001A6733"/>
    <w:rsid w:val="001B6708"/>
    <w:rsid w:val="001C2BDB"/>
    <w:rsid w:val="001D2708"/>
    <w:rsid w:val="001D4ED8"/>
    <w:rsid w:val="001D70B6"/>
    <w:rsid w:val="001E0DC4"/>
    <w:rsid w:val="001E33C2"/>
    <w:rsid w:val="001E428A"/>
    <w:rsid w:val="001F0468"/>
    <w:rsid w:val="001F1DE7"/>
    <w:rsid w:val="001F5B23"/>
    <w:rsid w:val="002013EA"/>
    <w:rsid w:val="0020254C"/>
    <w:rsid w:val="00202729"/>
    <w:rsid w:val="00203F9E"/>
    <w:rsid w:val="00212A71"/>
    <w:rsid w:val="002139E3"/>
    <w:rsid w:val="00213A1E"/>
    <w:rsid w:val="00214598"/>
    <w:rsid w:val="002152EC"/>
    <w:rsid w:val="00215614"/>
    <w:rsid w:val="00222569"/>
    <w:rsid w:val="00222CDE"/>
    <w:rsid w:val="00222F6D"/>
    <w:rsid w:val="00226928"/>
    <w:rsid w:val="00227A85"/>
    <w:rsid w:val="00230B40"/>
    <w:rsid w:val="00235BA3"/>
    <w:rsid w:val="002402F0"/>
    <w:rsid w:val="00241905"/>
    <w:rsid w:val="002444AC"/>
    <w:rsid w:val="002528F0"/>
    <w:rsid w:val="00263EE5"/>
    <w:rsid w:val="002649DE"/>
    <w:rsid w:val="00264EE2"/>
    <w:rsid w:val="002662AC"/>
    <w:rsid w:val="00272514"/>
    <w:rsid w:val="00272A29"/>
    <w:rsid w:val="00273114"/>
    <w:rsid w:val="00274F8B"/>
    <w:rsid w:val="00283167"/>
    <w:rsid w:val="00285119"/>
    <w:rsid w:val="0028755A"/>
    <w:rsid w:val="0029358B"/>
    <w:rsid w:val="00294B17"/>
    <w:rsid w:val="002A0134"/>
    <w:rsid w:val="002A3265"/>
    <w:rsid w:val="002A349B"/>
    <w:rsid w:val="002A5B08"/>
    <w:rsid w:val="002A7711"/>
    <w:rsid w:val="002B7C81"/>
    <w:rsid w:val="002C01A6"/>
    <w:rsid w:val="002C0DE2"/>
    <w:rsid w:val="002C0E46"/>
    <w:rsid w:val="002D082D"/>
    <w:rsid w:val="002D135A"/>
    <w:rsid w:val="002D1613"/>
    <w:rsid w:val="002D2D4E"/>
    <w:rsid w:val="002D4F95"/>
    <w:rsid w:val="002D7570"/>
    <w:rsid w:val="002E0609"/>
    <w:rsid w:val="002E299A"/>
    <w:rsid w:val="002E3130"/>
    <w:rsid w:val="002E412C"/>
    <w:rsid w:val="002E72EB"/>
    <w:rsid w:val="002F0500"/>
    <w:rsid w:val="002F10B5"/>
    <w:rsid w:val="002F17DE"/>
    <w:rsid w:val="002F2177"/>
    <w:rsid w:val="002F4B69"/>
    <w:rsid w:val="00302373"/>
    <w:rsid w:val="00304A04"/>
    <w:rsid w:val="00305E38"/>
    <w:rsid w:val="00311BDF"/>
    <w:rsid w:val="003141C6"/>
    <w:rsid w:val="00315B02"/>
    <w:rsid w:val="00316266"/>
    <w:rsid w:val="003240EF"/>
    <w:rsid w:val="00327EFE"/>
    <w:rsid w:val="0033034C"/>
    <w:rsid w:val="003305D9"/>
    <w:rsid w:val="00332114"/>
    <w:rsid w:val="003355B1"/>
    <w:rsid w:val="00336A83"/>
    <w:rsid w:val="00337226"/>
    <w:rsid w:val="003446E6"/>
    <w:rsid w:val="00345418"/>
    <w:rsid w:val="00347AE2"/>
    <w:rsid w:val="00347B81"/>
    <w:rsid w:val="00350E88"/>
    <w:rsid w:val="0035724A"/>
    <w:rsid w:val="00360285"/>
    <w:rsid w:val="0036345E"/>
    <w:rsid w:val="0036557E"/>
    <w:rsid w:val="00377DCD"/>
    <w:rsid w:val="00380DB8"/>
    <w:rsid w:val="003834B4"/>
    <w:rsid w:val="003856D4"/>
    <w:rsid w:val="003934C5"/>
    <w:rsid w:val="0039376D"/>
    <w:rsid w:val="00393E6B"/>
    <w:rsid w:val="00396739"/>
    <w:rsid w:val="003A0FB3"/>
    <w:rsid w:val="003A6DDF"/>
    <w:rsid w:val="003A75F6"/>
    <w:rsid w:val="003B0090"/>
    <w:rsid w:val="003B0DF3"/>
    <w:rsid w:val="003B1444"/>
    <w:rsid w:val="003B18F1"/>
    <w:rsid w:val="003B1945"/>
    <w:rsid w:val="003B4B6D"/>
    <w:rsid w:val="003B76EF"/>
    <w:rsid w:val="003C0DD6"/>
    <w:rsid w:val="003C1760"/>
    <w:rsid w:val="003C4246"/>
    <w:rsid w:val="003C441A"/>
    <w:rsid w:val="003C6E85"/>
    <w:rsid w:val="003C6F7D"/>
    <w:rsid w:val="003D0745"/>
    <w:rsid w:val="003D0841"/>
    <w:rsid w:val="003D319E"/>
    <w:rsid w:val="003D7B2E"/>
    <w:rsid w:val="003E01DD"/>
    <w:rsid w:val="003E1238"/>
    <w:rsid w:val="003E17E0"/>
    <w:rsid w:val="003E7096"/>
    <w:rsid w:val="003F1951"/>
    <w:rsid w:val="003F2E66"/>
    <w:rsid w:val="003F6999"/>
    <w:rsid w:val="003F6DD8"/>
    <w:rsid w:val="003F7316"/>
    <w:rsid w:val="00406067"/>
    <w:rsid w:val="004062EC"/>
    <w:rsid w:val="004072C8"/>
    <w:rsid w:val="00407ED6"/>
    <w:rsid w:val="00410575"/>
    <w:rsid w:val="004118BD"/>
    <w:rsid w:val="00415E18"/>
    <w:rsid w:val="004161D2"/>
    <w:rsid w:val="00421B00"/>
    <w:rsid w:val="0042246B"/>
    <w:rsid w:val="0042512A"/>
    <w:rsid w:val="00427C3D"/>
    <w:rsid w:val="00430368"/>
    <w:rsid w:val="00430E5F"/>
    <w:rsid w:val="00440FC2"/>
    <w:rsid w:val="004514EC"/>
    <w:rsid w:val="00454213"/>
    <w:rsid w:val="004549B1"/>
    <w:rsid w:val="00454BE7"/>
    <w:rsid w:val="0046117E"/>
    <w:rsid w:val="00464B8D"/>
    <w:rsid w:val="00466CEE"/>
    <w:rsid w:val="00467575"/>
    <w:rsid w:val="00471839"/>
    <w:rsid w:val="00475DCF"/>
    <w:rsid w:val="004761D4"/>
    <w:rsid w:val="004807DA"/>
    <w:rsid w:val="00485C5C"/>
    <w:rsid w:val="00486D09"/>
    <w:rsid w:val="00491DEB"/>
    <w:rsid w:val="00496A0D"/>
    <w:rsid w:val="004A0F67"/>
    <w:rsid w:val="004A11C8"/>
    <w:rsid w:val="004A3613"/>
    <w:rsid w:val="004B11CA"/>
    <w:rsid w:val="004B19A4"/>
    <w:rsid w:val="004B1AC9"/>
    <w:rsid w:val="004B5DC9"/>
    <w:rsid w:val="004C13AC"/>
    <w:rsid w:val="004C1F8E"/>
    <w:rsid w:val="004D2833"/>
    <w:rsid w:val="004E03CF"/>
    <w:rsid w:val="004E360A"/>
    <w:rsid w:val="004F1025"/>
    <w:rsid w:val="004F5441"/>
    <w:rsid w:val="00500C05"/>
    <w:rsid w:val="005035C5"/>
    <w:rsid w:val="00504CF1"/>
    <w:rsid w:val="00510BC9"/>
    <w:rsid w:val="0051139A"/>
    <w:rsid w:val="00512F1D"/>
    <w:rsid w:val="00516932"/>
    <w:rsid w:val="00517C2D"/>
    <w:rsid w:val="00524A20"/>
    <w:rsid w:val="00525803"/>
    <w:rsid w:val="005442C1"/>
    <w:rsid w:val="00546533"/>
    <w:rsid w:val="0054661A"/>
    <w:rsid w:val="005573EF"/>
    <w:rsid w:val="00562FB1"/>
    <w:rsid w:val="00564909"/>
    <w:rsid w:val="00566537"/>
    <w:rsid w:val="00571065"/>
    <w:rsid w:val="005741E9"/>
    <w:rsid w:val="0057443D"/>
    <w:rsid w:val="0057452B"/>
    <w:rsid w:val="00575070"/>
    <w:rsid w:val="00575D5A"/>
    <w:rsid w:val="0057767A"/>
    <w:rsid w:val="00580EDD"/>
    <w:rsid w:val="005812F0"/>
    <w:rsid w:val="005A4022"/>
    <w:rsid w:val="005A5698"/>
    <w:rsid w:val="005B03F6"/>
    <w:rsid w:val="005B127C"/>
    <w:rsid w:val="005B1FD2"/>
    <w:rsid w:val="005B58D9"/>
    <w:rsid w:val="005B60E9"/>
    <w:rsid w:val="005B6156"/>
    <w:rsid w:val="005B6C9D"/>
    <w:rsid w:val="005C2561"/>
    <w:rsid w:val="005C774C"/>
    <w:rsid w:val="005D3502"/>
    <w:rsid w:val="005D3661"/>
    <w:rsid w:val="005D49F6"/>
    <w:rsid w:val="005D4A18"/>
    <w:rsid w:val="005D6424"/>
    <w:rsid w:val="005E2A4A"/>
    <w:rsid w:val="005E453E"/>
    <w:rsid w:val="005E4938"/>
    <w:rsid w:val="005E5820"/>
    <w:rsid w:val="005E5B65"/>
    <w:rsid w:val="005E5E3F"/>
    <w:rsid w:val="005E7505"/>
    <w:rsid w:val="005F0544"/>
    <w:rsid w:val="005F0F9D"/>
    <w:rsid w:val="005F1BB0"/>
    <w:rsid w:val="005F1D71"/>
    <w:rsid w:val="005F37FB"/>
    <w:rsid w:val="0060011A"/>
    <w:rsid w:val="00601E6A"/>
    <w:rsid w:val="00604158"/>
    <w:rsid w:val="00610E1A"/>
    <w:rsid w:val="0061407B"/>
    <w:rsid w:val="00617D75"/>
    <w:rsid w:val="00621CF4"/>
    <w:rsid w:val="00636F49"/>
    <w:rsid w:val="00642424"/>
    <w:rsid w:val="006466F3"/>
    <w:rsid w:val="006467EC"/>
    <w:rsid w:val="00650D6C"/>
    <w:rsid w:val="006520C7"/>
    <w:rsid w:val="00654810"/>
    <w:rsid w:val="0065612D"/>
    <w:rsid w:val="0065722B"/>
    <w:rsid w:val="006622B9"/>
    <w:rsid w:val="006676D2"/>
    <w:rsid w:val="006718AE"/>
    <w:rsid w:val="006720EC"/>
    <w:rsid w:val="006772BE"/>
    <w:rsid w:val="006779FE"/>
    <w:rsid w:val="0068073E"/>
    <w:rsid w:val="00680AD1"/>
    <w:rsid w:val="0068196E"/>
    <w:rsid w:val="0068433A"/>
    <w:rsid w:val="006856DF"/>
    <w:rsid w:val="00690D80"/>
    <w:rsid w:val="00692939"/>
    <w:rsid w:val="00692DEF"/>
    <w:rsid w:val="00693AD3"/>
    <w:rsid w:val="00694183"/>
    <w:rsid w:val="00695C20"/>
    <w:rsid w:val="006A1DA5"/>
    <w:rsid w:val="006A230D"/>
    <w:rsid w:val="006A3030"/>
    <w:rsid w:val="006A64A9"/>
    <w:rsid w:val="006A7382"/>
    <w:rsid w:val="006B02C1"/>
    <w:rsid w:val="006B347A"/>
    <w:rsid w:val="006B4512"/>
    <w:rsid w:val="006B60C4"/>
    <w:rsid w:val="006B6DEE"/>
    <w:rsid w:val="006C1EE6"/>
    <w:rsid w:val="006C2CE0"/>
    <w:rsid w:val="006C58C6"/>
    <w:rsid w:val="006D13CA"/>
    <w:rsid w:val="006D1EBD"/>
    <w:rsid w:val="006E0E83"/>
    <w:rsid w:val="006E41DB"/>
    <w:rsid w:val="006E6043"/>
    <w:rsid w:val="006F12AA"/>
    <w:rsid w:val="006F2770"/>
    <w:rsid w:val="006F5F31"/>
    <w:rsid w:val="007057CE"/>
    <w:rsid w:val="007059F8"/>
    <w:rsid w:val="007060C4"/>
    <w:rsid w:val="00706DED"/>
    <w:rsid w:val="00713CB7"/>
    <w:rsid w:val="0071460E"/>
    <w:rsid w:val="00715305"/>
    <w:rsid w:val="007164AF"/>
    <w:rsid w:val="00716A6F"/>
    <w:rsid w:val="0071778E"/>
    <w:rsid w:val="00720DEB"/>
    <w:rsid w:val="00724B3A"/>
    <w:rsid w:val="007304E7"/>
    <w:rsid w:val="00731267"/>
    <w:rsid w:val="007330B2"/>
    <w:rsid w:val="007417F6"/>
    <w:rsid w:val="00743F69"/>
    <w:rsid w:val="00745D59"/>
    <w:rsid w:val="00747EE8"/>
    <w:rsid w:val="00752840"/>
    <w:rsid w:val="00755EF1"/>
    <w:rsid w:val="007619B6"/>
    <w:rsid w:val="007622EC"/>
    <w:rsid w:val="007629F7"/>
    <w:rsid w:val="00764453"/>
    <w:rsid w:val="00764986"/>
    <w:rsid w:val="00765349"/>
    <w:rsid w:val="00770414"/>
    <w:rsid w:val="00770F53"/>
    <w:rsid w:val="0077476F"/>
    <w:rsid w:val="0077645A"/>
    <w:rsid w:val="00777651"/>
    <w:rsid w:val="007816C7"/>
    <w:rsid w:val="00783C28"/>
    <w:rsid w:val="00785502"/>
    <w:rsid w:val="00797C96"/>
    <w:rsid w:val="007A116F"/>
    <w:rsid w:val="007A2744"/>
    <w:rsid w:val="007A460C"/>
    <w:rsid w:val="007B1510"/>
    <w:rsid w:val="007B31C9"/>
    <w:rsid w:val="007B43D2"/>
    <w:rsid w:val="007C58FE"/>
    <w:rsid w:val="007D0F3F"/>
    <w:rsid w:val="007D43CF"/>
    <w:rsid w:val="007D5914"/>
    <w:rsid w:val="007E4472"/>
    <w:rsid w:val="007E45C1"/>
    <w:rsid w:val="007F033B"/>
    <w:rsid w:val="007F21E1"/>
    <w:rsid w:val="007F3A1F"/>
    <w:rsid w:val="007F49E7"/>
    <w:rsid w:val="007F6896"/>
    <w:rsid w:val="00803607"/>
    <w:rsid w:val="0080586D"/>
    <w:rsid w:val="00810E82"/>
    <w:rsid w:val="008145A5"/>
    <w:rsid w:val="0081791C"/>
    <w:rsid w:val="00827362"/>
    <w:rsid w:val="00827997"/>
    <w:rsid w:val="008309FF"/>
    <w:rsid w:val="00830DD9"/>
    <w:rsid w:val="008352D9"/>
    <w:rsid w:val="00835C82"/>
    <w:rsid w:val="008373BF"/>
    <w:rsid w:val="008375B6"/>
    <w:rsid w:val="008405B3"/>
    <w:rsid w:val="00840B92"/>
    <w:rsid w:val="0084165B"/>
    <w:rsid w:val="00843983"/>
    <w:rsid w:val="0084469A"/>
    <w:rsid w:val="00844D6C"/>
    <w:rsid w:val="00846470"/>
    <w:rsid w:val="008518EE"/>
    <w:rsid w:val="008526E8"/>
    <w:rsid w:val="00857D47"/>
    <w:rsid w:val="0086481E"/>
    <w:rsid w:val="0086578C"/>
    <w:rsid w:val="00872A18"/>
    <w:rsid w:val="00873010"/>
    <w:rsid w:val="00877EC9"/>
    <w:rsid w:val="00880B8D"/>
    <w:rsid w:val="00883374"/>
    <w:rsid w:val="00884938"/>
    <w:rsid w:val="008918C5"/>
    <w:rsid w:val="008946F2"/>
    <w:rsid w:val="008964F8"/>
    <w:rsid w:val="0089738E"/>
    <w:rsid w:val="008A1E98"/>
    <w:rsid w:val="008A29FD"/>
    <w:rsid w:val="008A7558"/>
    <w:rsid w:val="008B2BDB"/>
    <w:rsid w:val="008B3A45"/>
    <w:rsid w:val="008C4B7F"/>
    <w:rsid w:val="008C4EAB"/>
    <w:rsid w:val="008C5E1F"/>
    <w:rsid w:val="008D1D4D"/>
    <w:rsid w:val="008D2D0F"/>
    <w:rsid w:val="008D2F1B"/>
    <w:rsid w:val="008D4F56"/>
    <w:rsid w:val="008E0C6B"/>
    <w:rsid w:val="008E7575"/>
    <w:rsid w:val="008E78C2"/>
    <w:rsid w:val="008F030C"/>
    <w:rsid w:val="008F0C8C"/>
    <w:rsid w:val="008F20AB"/>
    <w:rsid w:val="008F7B73"/>
    <w:rsid w:val="00900A07"/>
    <w:rsid w:val="00902304"/>
    <w:rsid w:val="009045B2"/>
    <w:rsid w:val="00904B2E"/>
    <w:rsid w:val="009059B8"/>
    <w:rsid w:val="00906A88"/>
    <w:rsid w:val="00906D83"/>
    <w:rsid w:val="0090732E"/>
    <w:rsid w:val="00912C3C"/>
    <w:rsid w:val="00914F09"/>
    <w:rsid w:val="0091585F"/>
    <w:rsid w:val="0091646B"/>
    <w:rsid w:val="00916547"/>
    <w:rsid w:val="00916B24"/>
    <w:rsid w:val="009207D3"/>
    <w:rsid w:val="00923CFE"/>
    <w:rsid w:val="00925B01"/>
    <w:rsid w:val="0092688F"/>
    <w:rsid w:val="00926974"/>
    <w:rsid w:val="00927202"/>
    <w:rsid w:val="009311FA"/>
    <w:rsid w:val="009329F5"/>
    <w:rsid w:val="00932F54"/>
    <w:rsid w:val="009360EB"/>
    <w:rsid w:val="009363AB"/>
    <w:rsid w:val="009372BE"/>
    <w:rsid w:val="0094078E"/>
    <w:rsid w:val="00943467"/>
    <w:rsid w:val="00951F19"/>
    <w:rsid w:val="00954C63"/>
    <w:rsid w:val="00960C25"/>
    <w:rsid w:val="00961500"/>
    <w:rsid w:val="0096189E"/>
    <w:rsid w:val="00962AE0"/>
    <w:rsid w:val="00965146"/>
    <w:rsid w:val="009679E1"/>
    <w:rsid w:val="00971DED"/>
    <w:rsid w:val="00972835"/>
    <w:rsid w:val="009732C9"/>
    <w:rsid w:val="00973ABD"/>
    <w:rsid w:val="009745B3"/>
    <w:rsid w:val="00980A75"/>
    <w:rsid w:val="0098239E"/>
    <w:rsid w:val="009848BA"/>
    <w:rsid w:val="009850FC"/>
    <w:rsid w:val="00985F79"/>
    <w:rsid w:val="00986D2F"/>
    <w:rsid w:val="00991EFD"/>
    <w:rsid w:val="00995692"/>
    <w:rsid w:val="00996201"/>
    <w:rsid w:val="0099738C"/>
    <w:rsid w:val="009979AA"/>
    <w:rsid w:val="00997F33"/>
    <w:rsid w:val="009A1E47"/>
    <w:rsid w:val="009A7AD2"/>
    <w:rsid w:val="009B6F64"/>
    <w:rsid w:val="009C0A36"/>
    <w:rsid w:val="009C4124"/>
    <w:rsid w:val="009C57DB"/>
    <w:rsid w:val="009C617A"/>
    <w:rsid w:val="009C68F3"/>
    <w:rsid w:val="009D1ED9"/>
    <w:rsid w:val="009D211F"/>
    <w:rsid w:val="009D3FA3"/>
    <w:rsid w:val="009D5899"/>
    <w:rsid w:val="009D703B"/>
    <w:rsid w:val="009E03F0"/>
    <w:rsid w:val="009E26E5"/>
    <w:rsid w:val="009E50FC"/>
    <w:rsid w:val="009E7C60"/>
    <w:rsid w:val="009F256B"/>
    <w:rsid w:val="009F4B73"/>
    <w:rsid w:val="00A017F1"/>
    <w:rsid w:val="00A03361"/>
    <w:rsid w:val="00A0576F"/>
    <w:rsid w:val="00A0619F"/>
    <w:rsid w:val="00A07C7D"/>
    <w:rsid w:val="00A106F8"/>
    <w:rsid w:val="00A12007"/>
    <w:rsid w:val="00A13457"/>
    <w:rsid w:val="00A13761"/>
    <w:rsid w:val="00A14B3D"/>
    <w:rsid w:val="00A211D3"/>
    <w:rsid w:val="00A22635"/>
    <w:rsid w:val="00A25812"/>
    <w:rsid w:val="00A30774"/>
    <w:rsid w:val="00A3331C"/>
    <w:rsid w:val="00A33E4A"/>
    <w:rsid w:val="00A34A75"/>
    <w:rsid w:val="00A357BB"/>
    <w:rsid w:val="00A37005"/>
    <w:rsid w:val="00A3721E"/>
    <w:rsid w:val="00A43673"/>
    <w:rsid w:val="00A43933"/>
    <w:rsid w:val="00A60B75"/>
    <w:rsid w:val="00A612FD"/>
    <w:rsid w:val="00A6339C"/>
    <w:rsid w:val="00A73C37"/>
    <w:rsid w:val="00A83F2C"/>
    <w:rsid w:val="00A84FFF"/>
    <w:rsid w:val="00A86602"/>
    <w:rsid w:val="00A90107"/>
    <w:rsid w:val="00AA0BCD"/>
    <w:rsid w:val="00AA2423"/>
    <w:rsid w:val="00AA3AED"/>
    <w:rsid w:val="00AA3BA2"/>
    <w:rsid w:val="00AA4B55"/>
    <w:rsid w:val="00AC087F"/>
    <w:rsid w:val="00AC3570"/>
    <w:rsid w:val="00AC5729"/>
    <w:rsid w:val="00AC7542"/>
    <w:rsid w:val="00AD3099"/>
    <w:rsid w:val="00AD4113"/>
    <w:rsid w:val="00AD4DCC"/>
    <w:rsid w:val="00AD56EF"/>
    <w:rsid w:val="00AD73DD"/>
    <w:rsid w:val="00AE1A8A"/>
    <w:rsid w:val="00AE245E"/>
    <w:rsid w:val="00AE447C"/>
    <w:rsid w:val="00AE5A30"/>
    <w:rsid w:val="00AE5B14"/>
    <w:rsid w:val="00AF1B56"/>
    <w:rsid w:val="00AF4511"/>
    <w:rsid w:val="00AF68D6"/>
    <w:rsid w:val="00B043EC"/>
    <w:rsid w:val="00B04F25"/>
    <w:rsid w:val="00B10421"/>
    <w:rsid w:val="00B10EDF"/>
    <w:rsid w:val="00B111D3"/>
    <w:rsid w:val="00B17850"/>
    <w:rsid w:val="00B2562B"/>
    <w:rsid w:val="00B302D9"/>
    <w:rsid w:val="00B30BEF"/>
    <w:rsid w:val="00B35B91"/>
    <w:rsid w:val="00B43A82"/>
    <w:rsid w:val="00B4449C"/>
    <w:rsid w:val="00B50513"/>
    <w:rsid w:val="00B50AC5"/>
    <w:rsid w:val="00B527F6"/>
    <w:rsid w:val="00B56DE9"/>
    <w:rsid w:val="00B6063A"/>
    <w:rsid w:val="00B61F67"/>
    <w:rsid w:val="00B61F82"/>
    <w:rsid w:val="00B65230"/>
    <w:rsid w:val="00B70955"/>
    <w:rsid w:val="00B70CFD"/>
    <w:rsid w:val="00B7691D"/>
    <w:rsid w:val="00B82A1D"/>
    <w:rsid w:val="00B83099"/>
    <w:rsid w:val="00B8331A"/>
    <w:rsid w:val="00B83CC0"/>
    <w:rsid w:val="00B85137"/>
    <w:rsid w:val="00B8551D"/>
    <w:rsid w:val="00B86AC7"/>
    <w:rsid w:val="00B92977"/>
    <w:rsid w:val="00B93567"/>
    <w:rsid w:val="00B95BE1"/>
    <w:rsid w:val="00BA095E"/>
    <w:rsid w:val="00BA2738"/>
    <w:rsid w:val="00BB0C41"/>
    <w:rsid w:val="00BB1E13"/>
    <w:rsid w:val="00BB429F"/>
    <w:rsid w:val="00BB45CF"/>
    <w:rsid w:val="00BB5143"/>
    <w:rsid w:val="00BB687C"/>
    <w:rsid w:val="00BB6E0C"/>
    <w:rsid w:val="00BB79CD"/>
    <w:rsid w:val="00BC4328"/>
    <w:rsid w:val="00BC4943"/>
    <w:rsid w:val="00BD0FDC"/>
    <w:rsid w:val="00BD1B9B"/>
    <w:rsid w:val="00BD1D2A"/>
    <w:rsid w:val="00BD279D"/>
    <w:rsid w:val="00BD584D"/>
    <w:rsid w:val="00BE19DA"/>
    <w:rsid w:val="00BE21C1"/>
    <w:rsid w:val="00BE3F8F"/>
    <w:rsid w:val="00BE64CD"/>
    <w:rsid w:val="00BE6DE4"/>
    <w:rsid w:val="00BF2593"/>
    <w:rsid w:val="00BF47E7"/>
    <w:rsid w:val="00BF7D7A"/>
    <w:rsid w:val="00C0034C"/>
    <w:rsid w:val="00C00910"/>
    <w:rsid w:val="00C055AE"/>
    <w:rsid w:val="00C07BFF"/>
    <w:rsid w:val="00C2521A"/>
    <w:rsid w:val="00C25F32"/>
    <w:rsid w:val="00C34EE4"/>
    <w:rsid w:val="00C46B74"/>
    <w:rsid w:val="00C46F2A"/>
    <w:rsid w:val="00C47F89"/>
    <w:rsid w:val="00C62789"/>
    <w:rsid w:val="00C62F3D"/>
    <w:rsid w:val="00C63287"/>
    <w:rsid w:val="00C70814"/>
    <w:rsid w:val="00C7784C"/>
    <w:rsid w:val="00C800D7"/>
    <w:rsid w:val="00C8035A"/>
    <w:rsid w:val="00C82D69"/>
    <w:rsid w:val="00C87977"/>
    <w:rsid w:val="00C90718"/>
    <w:rsid w:val="00C9470C"/>
    <w:rsid w:val="00C95064"/>
    <w:rsid w:val="00C9555D"/>
    <w:rsid w:val="00CA1DA4"/>
    <w:rsid w:val="00CA47CE"/>
    <w:rsid w:val="00CA6081"/>
    <w:rsid w:val="00CA6296"/>
    <w:rsid w:val="00CA6E68"/>
    <w:rsid w:val="00CB2281"/>
    <w:rsid w:val="00CB2B12"/>
    <w:rsid w:val="00CB5054"/>
    <w:rsid w:val="00CC1B8F"/>
    <w:rsid w:val="00CC4B93"/>
    <w:rsid w:val="00CC5EBB"/>
    <w:rsid w:val="00CD0FD2"/>
    <w:rsid w:val="00CD77F7"/>
    <w:rsid w:val="00CE468D"/>
    <w:rsid w:val="00CE4EE9"/>
    <w:rsid w:val="00CE78FE"/>
    <w:rsid w:val="00CF0B66"/>
    <w:rsid w:val="00CF3098"/>
    <w:rsid w:val="00CF426A"/>
    <w:rsid w:val="00CF6190"/>
    <w:rsid w:val="00D016A8"/>
    <w:rsid w:val="00D04480"/>
    <w:rsid w:val="00D05DA9"/>
    <w:rsid w:val="00D0730B"/>
    <w:rsid w:val="00D15472"/>
    <w:rsid w:val="00D15729"/>
    <w:rsid w:val="00D15992"/>
    <w:rsid w:val="00D17D62"/>
    <w:rsid w:val="00D22405"/>
    <w:rsid w:val="00D22899"/>
    <w:rsid w:val="00D26364"/>
    <w:rsid w:val="00D2756D"/>
    <w:rsid w:val="00D32947"/>
    <w:rsid w:val="00D404DC"/>
    <w:rsid w:val="00D426EF"/>
    <w:rsid w:val="00D55A82"/>
    <w:rsid w:val="00D61D81"/>
    <w:rsid w:val="00D7308A"/>
    <w:rsid w:val="00D83544"/>
    <w:rsid w:val="00D847D0"/>
    <w:rsid w:val="00D85088"/>
    <w:rsid w:val="00D9008C"/>
    <w:rsid w:val="00D971A8"/>
    <w:rsid w:val="00DA2781"/>
    <w:rsid w:val="00DA3CB1"/>
    <w:rsid w:val="00DA4590"/>
    <w:rsid w:val="00DB0385"/>
    <w:rsid w:val="00DB2C84"/>
    <w:rsid w:val="00DB4AB8"/>
    <w:rsid w:val="00DB5D9F"/>
    <w:rsid w:val="00DC17E5"/>
    <w:rsid w:val="00DC5ED5"/>
    <w:rsid w:val="00DD08F0"/>
    <w:rsid w:val="00DD251A"/>
    <w:rsid w:val="00DD4137"/>
    <w:rsid w:val="00DD5DD4"/>
    <w:rsid w:val="00DD787A"/>
    <w:rsid w:val="00DE60B9"/>
    <w:rsid w:val="00DE6EF0"/>
    <w:rsid w:val="00DE7A54"/>
    <w:rsid w:val="00DF0BA5"/>
    <w:rsid w:val="00DF26F5"/>
    <w:rsid w:val="00DF3433"/>
    <w:rsid w:val="00DF353F"/>
    <w:rsid w:val="00E00B29"/>
    <w:rsid w:val="00E011C0"/>
    <w:rsid w:val="00E03FE5"/>
    <w:rsid w:val="00E07706"/>
    <w:rsid w:val="00E103ED"/>
    <w:rsid w:val="00E12374"/>
    <w:rsid w:val="00E159A4"/>
    <w:rsid w:val="00E15C47"/>
    <w:rsid w:val="00E16955"/>
    <w:rsid w:val="00E20474"/>
    <w:rsid w:val="00E22889"/>
    <w:rsid w:val="00E246CC"/>
    <w:rsid w:val="00E26AF2"/>
    <w:rsid w:val="00E33CD6"/>
    <w:rsid w:val="00E41F91"/>
    <w:rsid w:val="00E4204A"/>
    <w:rsid w:val="00E425CD"/>
    <w:rsid w:val="00E5099B"/>
    <w:rsid w:val="00E54B89"/>
    <w:rsid w:val="00E569DF"/>
    <w:rsid w:val="00E56A13"/>
    <w:rsid w:val="00E57AC3"/>
    <w:rsid w:val="00E60826"/>
    <w:rsid w:val="00E628D1"/>
    <w:rsid w:val="00E6527C"/>
    <w:rsid w:val="00E74672"/>
    <w:rsid w:val="00E75D56"/>
    <w:rsid w:val="00E76576"/>
    <w:rsid w:val="00E8138E"/>
    <w:rsid w:val="00E815F9"/>
    <w:rsid w:val="00E81639"/>
    <w:rsid w:val="00E81F84"/>
    <w:rsid w:val="00E82700"/>
    <w:rsid w:val="00E87388"/>
    <w:rsid w:val="00E90E9B"/>
    <w:rsid w:val="00E91924"/>
    <w:rsid w:val="00E91B37"/>
    <w:rsid w:val="00E92C52"/>
    <w:rsid w:val="00E93F69"/>
    <w:rsid w:val="00E9607D"/>
    <w:rsid w:val="00EA3FE6"/>
    <w:rsid w:val="00EA794E"/>
    <w:rsid w:val="00EB3DB8"/>
    <w:rsid w:val="00EB4C0C"/>
    <w:rsid w:val="00EC11E2"/>
    <w:rsid w:val="00EC1584"/>
    <w:rsid w:val="00EC47B4"/>
    <w:rsid w:val="00EC6FE5"/>
    <w:rsid w:val="00ED3007"/>
    <w:rsid w:val="00EE1D60"/>
    <w:rsid w:val="00EE74AB"/>
    <w:rsid w:val="00EF005C"/>
    <w:rsid w:val="00EF0615"/>
    <w:rsid w:val="00EF36D8"/>
    <w:rsid w:val="00EF430B"/>
    <w:rsid w:val="00EF77DB"/>
    <w:rsid w:val="00EF788C"/>
    <w:rsid w:val="00F03346"/>
    <w:rsid w:val="00F102CF"/>
    <w:rsid w:val="00F10738"/>
    <w:rsid w:val="00F13AB2"/>
    <w:rsid w:val="00F1584B"/>
    <w:rsid w:val="00F211F6"/>
    <w:rsid w:val="00F23BC9"/>
    <w:rsid w:val="00F26222"/>
    <w:rsid w:val="00F3264C"/>
    <w:rsid w:val="00F337BF"/>
    <w:rsid w:val="00F35527"/>
    <w:rsid w:val="00F36DC3"/>
    <w:rsid w:val="00F42D0D"/>
    <w:rsid w:val="00F433BF"/>
    <w:rsid w:val="00F43544"/>
    <w:rsid w:val="00F4370B"/>
    <w:rsid w:val="00F44297"/>
    <w:rsid w:val="00F4659D"/>
    <w:rsid w:val="00F46C38"/>
    <w:rsid w:val="00F47178"/>
    <w:rsid w:val="00F5286F"/>
    <w:rsid w:val="00F61154"/>
    <w:rsid w:val="00F614FD"/>
    <w:rsid w:val="00F635A0"/>
    <w:rsid w:val="00F66FE4"/>
    <w:rsid w:val="00F674C2"/>
    <w:rsid w:val="00F762FB"/>
    <w:rsid w:val="00F77A23"/>
    <w:rsid w:val="00F80BD6"/>
    <w:rsid w:val="00F80DBE"/>
    <w:rsid w:val="00F81499"/>
    <w:rsid w:val="00F86D29"/>
    <w:rsid w:val="00F87672"/>
    <w:rsid w:val="00F90BD9"/>
    <w:rsid w:val="00F91020"/>
    <w:rsid w:val="00FA1FC5"/>
    <w:rsid w:val="00FA5C44"/>
    <w:rsid w:val="00FB1179"/>
    <w:rsid w:val="00FB12BA"/>
    <w:rsid w:val="00FB5288"/>
    <w:rsid w:val="00FB7711"/>
    <w:rsid w:val="00FC0738"/>
    <w:rsid w:val="00FC277C"/>
    <w:rsid w:val="00FC3171"/>
    <w:rsid w:val="00FC3EFC"/>
    <w:rsid w:val="00FC41E9"/>
    <w:rsid w:val="00FD43B8"/>
    <w:rsid w:val="00FD4E60"/>
    <w:rsid w:val="00FD7643"/>
    <w:rsid w:val="00FD7824"/>
    <w:rsid w:val="00FE28C2"/>
    <w:rsid w:val="00FE5542"/>
    <w:rsid w:val="00FF11F4"/>
    <w:rsid w:val="00FF3C5E"/>
    <w:rsid w:val="00FF477D"/>
    <w:rsid w:val="00FF4D1C"/>
    <w:rsid w:val="00FF574E"/>
    <w:rsid w:val="00FF6808"/>
    <w:rsid w:val="00FF7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spacing w:before="240" w:after="240"/>
      <w:outlineLvl w:val="0"/>
    </w:pPr>
    <w:rPr>
      <w:rFonts w:ascii="Comic Sans MS" w:hAnsi="Comic Sans MS"/>
      <w:b/>
      <w:szCs w:val="20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9"/>
      </w:numPr>
      <w:spacing w:before="120" w:after="120"/>
      <w:ind w:right="113"/>
      <w:jc w:val="center"/>
      <w:outlineLvl w:val="1"/>
    </w:pPr>
    <w:rPr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9"/>
      </w:numPr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9"/>
      </w:numPr>
      <w:spacing w:before="60" w:after="60"/>
      <w:jc w:val="right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9"/>
      </w:numPr>
      <w:jc w:val="center"/>
      <w:outlineLvl w:val="4"/>
    </w:pPr>
    <w:rPr>
      <w:rFonts w:ascii="Comic Sans MS" w:hAnsi="Comic Sans MS"/>
      <w:bCs/>
      <w:i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9"/>
      </w:numPr>
      <w:spacing w:before="120"/>
      <w:outlineLvl w:val="5"/>
    </w:pPr>
    <w:rPr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9"/>
      </w:numPr>
      <w:outlineLvl w:val="6"/>
    </w:pPr>
    <w:rPr>
      <w:rFonts w:ascii="Comic Sans MS" w:hAnsi="Comic Sans MS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9"/>
      </w:numPr>
      <w:outlineLvl w:val="7"/>
    </w:pPr>
    <w:rPr>
      <w:rFonts w:ascii="Comic Sans MS" w:hAnsi="Comic Sans MS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9"/>
      </w:numPr>
      <w:jc w:val="center"/>
      <w:outlineLvl w:val="8"/>
    </w:pPr>
    <w:rPr>
      <w:rFonts w:ascii="Comic Sans MS" w:hAnsi="Comic Sans MS"/>
      <w:b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right"/>
    </w:pPr>
    <w:rPr>
      <w:rFonts w:ascii="Comic Sans MS" w:hAnsi="Comic Sans MS"/>
      <w:b/>
      <w:bCs/>
      <w:sz w:val="24"/>
      <w:szCs w:val="20"/>
    </w:rPr>
  </w:style>
  <w:style w:type="paragraph" w:styleId="Corpsdetexte3">
    <w:name w:val="Body Text 3"/>
    <w:basedOn w:val="Normal"/>
    <w:rPr>
      <w:rFonts w:ascii="Comic Sans MS" w:hAnsi="Comic Sans MS"/>
      <w:i/>
      <w:iCs/>
    </w:rPr>
  </w:style>
  <w:style w:type="paragraph" w:styleId="Retraitcorpsdetexte">
    <w:name w:val="Body Text Indent"/>
    <w:basedOn w:val="Normal"/>
    <w:pPr>
      <w:ind w:firstLine="567"/>
    </w:pPr>
    <w:rPr>
      <w:i/>
      <w:sz w:val="20"/>
    </w:rPr>
  </w:style>
  <w:style w:type="paragraph" w:customStyle="1" w:styleId="Retrait">
    <w:name w:val="Retrait"/>
    <w:basedOn w:val="Normal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styleId="Tabledesillustrations">
    <w:name w:val="table of figures"/>
    <w:basedOn w:val="Normal"/>
    <w:next w:val="Normal"/>
    <w:semiHidden/>
    <w:pPr>
      <w:jc w:val="both"/>
    </w:pPr>
    <w:rPr>
      <w:rFonts w:ascii="Lucida Sans" w:hAnsi="Lucida Sans"/>
      <w:b/>
      <w:bCs/>
      <w:i/>
      <w:iCs/>
      <w:sz w:val="16"/>
      <w:szCs w:val="16"/>
    </w:rPr>
  </w:style>
  <w:style w:type="paragraph" w:styleId="Retraitcorpsdetexte2">
    <w:name w:val="Body Text Indent 2"/>
    <w:basedOn w:val="Normal"/>
    <w:pPr>
      <w:ind w:left="708" w:firstLine="708"/>
    </w:pPr>
    <w:rPr>
      <w:rFonts w:ascii="Comic Sans MS" w:hAnsi="Comic Sans MS"/>
    </w:rPr>
  </w:style>
  <w:style w:type="paragraph" w:styleId="Retraitcorpsdetexte3">
    <w:name w:val="Body Text Indent 3"/>
    <w:basedOn w:val="Normal"/>
    <w:pPr>
      <w:ind w:left="708" w:firstLine="708"/>
    </w:pPr>
    <w:rPr>
      <w:rFonts w:ascii="Comic Sans MS" w:hAnsi="Comic Sans MS"/>
      <w:sz w:val="20"/>
    </w:rPr>
  </w:style>
  <w:style w:type="paragraph" w:styleId="Textebrut">
    <w:name w:val="Plain Text"/>
    <w:basedOn w:val="Normal"/>
    <w:rsid w:val="00E00B2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rsid w:val="00176A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6A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2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agecaption">
    <w:name w:val="imagecaption"/>
    <w:rsid w:val="00B111D3"/>
  </w:style>
  <w:style w:type="paragraph" w:styleId="NormalWeb">
    <w:name w:val="Normal (Web)"/>
    <w:basedOn w:val="Normal"/>
    <w:uiPriority w:val="99"/>
    <w:unhideWhenUsed/>
    <w:rsid w:val="0018629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ienhypertexte">
    <w:name w:val="Hyperlink"/>
    <w:uiPriority w:val="99"/>
    <w:unhideWhenUsed/>
    <w:rsid w:val="00186298"/>
    <w:rPr>
      <w:color w:val="0000FF"/>
      <w:u w:val="single"/>
    </w:rPr>
  </w:style>
  <w:style w:type="paragraph" w:customStyle="1" w:styleId="Default">
    <w:name w:val="Default"/>
    <w:rsid w:val="00BE21C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BE21C1"/>
    <w:rPr>
      <w:color w:val="auto"/>
    </w:rPr>
  </w:style>
  <w:style w:type="paragraph" w:customStyle="1" w:styleId="CM2">
    <w:name w:val="CM2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BE21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BE21C1"/>
    <w:rPr>
      <w:color w:val="auto"/>
    </w:rPr>
  </w:style>
  <w:style w:type="paragraph" w:customStyle="1" w:styleId="CM7">
    <w:name w:val="CM7"/>
    <w:basedOn w:val="Default"/>
    <w:next w:val="Default"/>
    <w:uiPriority w:val="99"/>
    <w:rsid w:val="00BE21C1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E21C1"/>
    <w:rPr>
      <w:color w:val="auto"/>
    </w:rPr>
  </w:style>
  <w:style w:type="paragraph" w:customStyle="1" w:styleId="CM49">
    <w:name w:val="CM49"/>
    <w:basedOn w:val="Normal"/>
    <w:next w:val="Normal"/>
    <w:rsid w:val="009679E1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Titre2Car">
    <w:name w:val="Titre 2 Car"/>
    <w:link w:val="Titre2"/>
    <w:rsid w:val="00BC4943"/>
    <w:rPr>
      <w:rFonts w:ascii="Arial" w:hAnsi="Arial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49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spacing w:before="240" w:after="240"/>
      <w:outlineLvl w:val="0"/>
    </w:pPr>
    <w:rPr>
      <w:rFonts w:ascii="Comic Sans MS" w:hAnsi="Comic Sans MS"/>
      <w:b/>
      <w:szCs w:val="20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9"/>
      </w:numPr>
      <w:spacing w:before="120" w:after="120"/>
      <w:ind w:right="113"/>
      <w:jc w:val="center"/>
      <w:outlineLvl w:val="1"/>
    </w:pPr>
    <w:rPr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9"/>
      </w:numPr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9"/>
      </w:numPr>
      <w:spacing w:before="60" w:after="60"/>
      <w:jc w:val="right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9"/>
      </w:numPr>
      <w:jc w:val="center"/>
      <w:outlineLvl w:val="4"/>
    </w:pPr>
    <w:rPr>
      <w:rFonts w:ascii="Comic Sans MS" w:hAnsi="Comic Sans MS"/>
      <w:bCs/>
      <w:i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9"/>
      </w:numPr>
      <w:spacing w:before="120"/>
      <w:outlineLvl w:val="5"/>
    </w:pPr>
    <w:rPr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9"/>
      </w:numPr>
      <w:outlineLvl w:val="6"/>
    </w:pPr>
    <w:rPr>
      <w:rFonts w:ascii="Comic Sans MS" w:hAnsi="Comic Sans MS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9"/>
      </w:numPr>
      <w:outlineLvl w:val="7"/>
    </w:pPr>
    <w:rPr>
      <w:rFonts w:ascii="Comic Sans MS" w:hAnsi="Comic Sans MS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9"/>
      </w:numPr>
      <w:jc w:val="center"/>
      <w:outlineLvl w:val="8"/>
    </w:pPr>
    <w:rPr>
      <w:rFonts w:ascii="Comic Sans MS" w:hAnsi="Comic Sans MS"/>
      <w:b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right"/>
    </w:pPr>
    <w:rPr>
      <w:rFonts w:ascii="Comic Sans MS" w:hAnsi="Comic Sans MS"/>
      <w:b/>
      <w:bCs/>
      <w:sz w:val="24"/>
      <w:szCs w:val="20"/>
    </w:rPr>
  </w:style>
  <w:style w:type="paragraph" w:styleId="Corpsdetexte3">
    <w:name w:val="Body Text 3"/>
    <w:basedOn w:val="Normal"/>
    <w:rPr>
      <w:rFonts w:ascii="Comic Sans MS" w:hAnsi="Comic Sans MS"/>
      <w:i/>
      <w:iCs/>
    </w:rPr>
  </w:style>
  <w:style w:type="paragraph" w:styleId="Retraitcorpsdetexte">
    <w:name w:val="Body Text Indent"/>
    <w:basedOn w:val="Normal"/>
    <w:pPr>
      <w:ind w:firstLine="567"/>
    </w:pPr>
    <w:rPr>
      <w:i/>
      <w:sz w:val="20"/>
    </w:rPr>
  </w:style>
  <w:style w:type="paragraph" w:customStyle="1" w:styleId="Retrait">
    <w:name w:val="Retrait"/>
    <w:basedOn w:val="Normal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styleId="Tabledesillustrations">
    <w:name w:val="table of figures"/>
    <w:basedOn w:val="Normal"/>
    <w:next w:val="Normal"/>
    <w:semiHidden/>
    <w:pPr>
      <w:jc w:val="both"/>
    </w:pPr>
    <w:rPr>
      <w:rFonts w:ascii="Lucida Sans" w:hAnsi="Lucida Sans"/>
      <w:b/>
      <w:bCs/>
      <w:i/>
      <w:iCs/>
      <w:sz w:val="16"/>
      <w:szCs w:val="16"/>
    </w:rPr>
  </w:style>
  <w:style w:type="paragraph" w:styleId="Retraitcorpsdetexte2">
    <w:name w:val="Body Text Indent 2"/>
    <w:basedOn w:val="Normal"/>
    <w:pPr>
      <w:ind w:left="708" w:firstLine="708"/>
    </w:pPr>
    <w:rPr>
      <w:rFonts w:ascii="Comic Sans MS" w:hAnsi="Comic Sans MS"/>
    </w:rPr>
  </w:style>
  <w:style w:type="paragraph" w:styleId="Retraitcorpsdetexte3">
    <w:name w:val="Body Text Indent 3"/>
    <w:basedOn w:val="Normal"/>
    <w:pPr>
      <w:ind w:left="708" w:firstLine="708"/>
    </w:pPr>
    <w:rPr>
      <w:rFonts w:ascii="Comic Sans MS" w:hAnsi="Comic Sans MS"/>
      <w:sz w:val="20"/>
    </w:rPr>
  </w:style>
  <w:style w:type="paragraph" w:styleId="Textebrut">
    <w:name w:val="Plain Text"/>
    <w:basedOn w:val="Normal"/>
    <w:rsid w:val="00E00B2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rsid w:val="00176A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6A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2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agecaption">
    <w:name w:val="imagecaption"/>
    <w:rsid w:val="00B111D3"/>
  </w:style>
  <w:style w:type="paragraph" w:styleId="NormalWeb">
    <w:name w:val="Normal (Web)"/>
    <w:basedOn w:val="Normal"/>
    <w:uiPriority w:val="99"/>
    <w:unhideWhenUsed/>
    <w:rsid w:val="0018629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ienhypertexte">
    <w:name w:val="Hyperlink"/>
    <w:uiPriority w:val="99"/>
    <w:unhideWhenUsed/>
    <w:rsid w:val="00186298"/>
    <w:rPr>
      <w:color w:val="0000FF"/>
      <w:u w:val="single"/>
    </w:rPr>
  </w:style>
  <w:style w:type="paragraph" w:customStyle="1" w:styleId="Default">
    <w:name w:val="Default"/>
    <w:rsid w:val="00BE21C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BE21C1"/>
    <w:rPr>
      <w:color w:val="auto"/>
    </w:rPr>
  </w:style>
  <w:style w:type="paragraph" w:customStyle="1" w:styleId="CM2">
    <w:name w:val="CM2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BE21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BE21C1"/>
    <w:rPr>
      <w:color w:val="auto"/>
    </w:rPr>
  </w:style>
  <w:style w:type="paragraph" w:customStyle="1" w:styleId="CM7">
    <w:name w:val="CM7"/>
    <w:basedOn w:val="Default"/>
    <w:next w:val="Default"/>
    <w:uiPriority w:val="99"/>
    <w:rsid w:val="00BE21C1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E21C1"/>
    <w:rPr>
      <w:color w:val="auto"/>
    </w:rPr>
  </w:style>
  <w:style w:type="paragraph" w:customStyle="1" w:styleId="CM49">
    <w:name w:val="CM49"/>
    <w:basedOn w:val="Normal"/>
    <w:next w:val="Normal"/>
    <w:rsid w:val="009679E1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Titre2Car">
    <w:name w:val="Titre 2 Car"/>
    <w:link w:val="Titre2"/>
    <w:rsid w:val="00BC4943"/>
    <w:rPr>
      <w:rFonts w:ascii="Arial" w:hAnsi="Arial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49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onsite.org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monsite.org/default.htm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lbert.dane@wanfree.fr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10" Type="http://schemas.openxmlformats.org/officeDocument/2006/relationships/hyperlink" Target="file:///\\toto\alfred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entreprise.com" TargetMode="External"/><Relationship Id="rId14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Users\Philippe\Desktop\Pr&#233;paration%20rentr&#233;e%202011%201STI2D\Productions%20Pedago%201STI2D_Sin%202011-2012\Lego%20Mindstorms\S&#233;rie1\TP1_Tests_Assemblage\Modele_TP_1STI2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34BFF-12D8-4614-B51A-36D883B64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Modele_TP_1STI2D.dot</Template>
  <TotalTime>183</TotalTime>
  <Pages>7</Pages>
  <Words>988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 @ip_prof</vt:lpstr>
    </vt:vector>
  </TitlesOfParts>
  <Company>Lycée Pierre Emile Martin</Company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 @ip_prof</dc:title>
  <dc:creator>Bouzerda;Hédelin</dc:creator>
  <cp:keywords>1sin</cp:keywords>
  <dc:description>TP Montage et test du robot NXT MINDSTORMS STI2D</dc:description>
  <cp:lastModifiedBy>phedelin</cp:lastModifiedBy>
  <cp:revision>85</cp:revision>
  <cp:lastPrinted>2011-10-20T08:41:00Z</cp:lastPrinted>
  <dcterms:created xsi:type="dcterms:W3CDTF">2012-01-06T19:54:00Z</dcterms:created>
  <dcterms:modified xsi:type="dcterms:W3CDTF">2012-01-16T13:59:00Z</dcterms:modified>
  <cp:category>td</cp:category>
</cp:coreProperties>
</file>